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F0B30" w14:textId="77777777" w:rsidR="00451296" w:rsidRPr="00451296" w:rsidRDefault="00451296" w:rsidP="00451296">
      <w:pPr>
        <w:pStyle w:val="Par1"/>
        <w:jc w:val="center"/>
        <w:rPr>
          <w:b/>
        </w:rPr>
      </w:pPr>
      <w:bookmarkStart w:id="0" w:name="_Hlk56784599"/>
      <w:bookmarkStart w:id="1" w:name="_Toc505655539"/>
      <w:bookmarkEnd w:id="0"/>
      <w:r w:rsidRPr="00451296">
        <w:rPr>
          <w:b/>
        </w:rPr>
        <w:t xml:space="preserve">Assessorato Regionale dell’Energia e dei Servizi di Pubblica Utilità </w:t>
      </w:r>
    </w:p>
    <w:p w14:paraId="3EAD0FF9" w14:textId="77777777" w:rsidR="00451296" w:rsidRPr="00451296" w:rsidRDefault="00451296" w:rsidP="00451296">
      <w:pPr>
        <w:pStyle w:val="Par1"/>
        <w:jc w:val="center"/>
        <w:rPr>
          <w:b/>
        </w:rPr>
      </w:pPr>
      <w:r w:rsidRPr="00451296">
        <w:rPr>
          <w:b/>
        </w:rPr>
        <w:t>Dipartimento Regionale Dell’Acqua e dei Rifiuti</w:t>
      </w:r>
    </w:p>
    <w:p w14:paraId="104A8DA4" w14:textId="77777777" w:rsidR="00451296" w:rsidRDefault="00451296" w:rsidP="00451296">
      <w:pPr>
        <w:spacing w:line="240" w:lineRule="auto"/>
        <w:ind w:left="0" w:right="0"/>
        <w:jc w:val="center"/>
        <w:rPr>
          <w:i/>
          <w:sz w:val="18"/>
          <w:szCs w:val="18"/>
        </w:rPr>
      </w:pPr>
    </w:p>
    <w:p w14:paraId="17287950" w14:textId="77777777" w:rsidR="00451296" w:rsidRDefault="00451296" w:rsidP="00451296">
      <w:pPr>
        <w:spacing w:line="276" w:lineRule="auto"/>
        <w:ind w:left="0" w:right="-71"/>
        <w:jc w:val="center"/>
        <w:rPr>
          <w:b/>
          <w:i/>
          <w:sz w:val="22"/>
          <w:szCs w:val="22"/>
        </w:rPr>
      </w:pPr>
    </w:p>
    <w:p w14:paraId="06C2B667" w14:textId="77777777" w:rsidR="00451296" w:rsidRDefault="00451296" w:rsidP="00451296">
      <w:pPr>
        <w:spacing w:line="276" w:lineRule="auto"/>
        <w:ind w:left="0" w:right="-71"/>
        <w:jc w:val="center"/>
        <w:rPr>
          <w:b/>
          <w:i/>
          <w:sz w:val="22"/>
          <w:szCs w:val="22"/>
        </w:rPr>
      </w:pPr>
    </w:p>
    <w:p w14:paraId="76DC33B4" w14:textId="41328411" w:rsidR="00451296" w:rsidRPr="00451296" w:rsidRDefault="00451296" w:rsidP="00451296">
      <w:pPr>
        <w:spacing w:line="276" w:lineRule="auto"/>
        <w:ind w:left="0" w:right="-71"/>
        <w:jc w:val="center"/>
        <w:rPr>
          <w:b/>
          <w:i/>
          <w:sz w:val="28"/>
          <w:szCs w:val="28"/>
        </w:rPr>
      </w:pPr>
      <w:r w:rsidRPr="00451296">
        <w:rPr>
          <w:b/>
          <w:i/>
          <w:sz w:val="28"/>
          <w:szCs w:val="28"/>
        </w:rPr>
        <w:t xml:space="preserve">DIGA </w:t>
      </w:r>
      <w:r w:rsidR="00C80EA3">
        <w:rPr>
          <w:b/>
          <w:i/>
          <w:sz w:val="28"/>
          <w:szCs w:val="28"/>
        </w:rPr>
        <w:t>GIBBESI</w:t>
      </w:r>
    </w:p>
    <w:p w14:paraId="78B8799F" w14:textId="77777777" w:rsidR="00451296" w:rsidRPr="00BD6A25" w:rsidRDefault="00451296" w:rsidP="00451296">
      <w:pPr>
        <w:spacing w:line="240" w:lineRule="auto"/>
        <w:jc w:val="center"/>
        <w:rPr>
          <w:i/>
          <w:sz w:val="12"/>
          <w:szCs w:val="12"/>
        </w:rPr>
      </w:pPr>
    </w:p>
    <w:p w14:paraId="581EC511" w14:textId="77777777" w:rsidR="00AB292D" w:rsidRPr="00AB292D" w:rsidRDefault="00AB292D" w:rsidP="00AB292D">
      <w:pPr>
        <w:pStyle w:val="Par1"/>
        <w:jc w:val="center"/>
        <w:rPr>
          <w:b/>
        </w:rPr>
      </w:pPr>
    </w:p>
    <w:p w14:paraId="16233FC6" w14:textId="7CF60A47" w:rsidR="00B75709" w:rsidRDefault="00C80EA3" w:rsidP="00C80EA3">
      <w:pPr>
        <w:pStyle w:val="Par1"/>
        <w:jc w:val="center"/>
        <w:rPr>
          <w:b/>
        </w:rPr>
      </w:pPr>
      <w:r w:rsidRPr="00C80EA3">
        <w:rPr>
          <w:b/>
          <w:sz w:val="22"/>
          <w:szCs w:val="22"/>
        </w:rPr>
        <w:t>PROGETTO PER L’AFFIDAMENTO DEI SERVIZI DI INGEGNERIA RELATIVI ALLO STUDIO DI RIVALUTAZIONE</w:t>
      </w:r>
      <w:r>
        <w:rPr>
          <w:b/>
          <w:sz w:val="22"/>
          <w:szCs w:val="22"/>
        </w:rPr>
        <w:t xml:space="preserve"> </w:t>
      </w:r>
      <w:r w:rsidRPr="00C80EA3">
        <w:rPr>
          <w:b/>
          <w:sz w:val="22"/>
          <w:szCs w:val="22"/>
        </w:rPr>
        <w:t>SISMICA DELLE OPERE STRUTTURALI DELL’IMPIANTO, ALLA PROGETTAZIONE ESECUTIVA DELLA</w:t>
      </w:r>
      <w:r>
        <w:rPr>
          <w:b/>
          <w:sz w:val="22"/>
          <w:szCs w:val="22"/>
        </w:rPr>
        <w:t xml:space="preserve"> </w:t>
      </w:r>
      <w:r w:rsidRPr="00C80EA3">
        <w:rPr>
          <w:b/>
          <w:sz w:val="22"/>
          <w:szCs w:val="22"/>
        </w:rPr>
        <w:t>MANUTENZIONE STRAORDINARIA DELLA STRADA DI COLLEGAMENTO CASA DI GUARDIA – POZZO</w:t>
      </w:r>
      <w:r>
        <w:rPr>
          <w:b/>
          <w:sz w:val="22"/>
          <w:szCs w:val="22"/>
        </w:rPr>
        <w:t xml:space="preserve"> </w:t>
      </w:r>
      <w:r w:rsidRPr="00C80EA3">
        <w:rPr>
          <w:b/>
          <w:sz w:val="22"/>
          <w:szCs w:val="22"/>
        </w:rPr>
        <w:t>PARATOIE, ALLO STUDIO INTERPRETATIVO E ALLA PROGETTAZIONE ESECUTIVA DEL RIEFFICIENTAMENTO</w:t>
      </w:r>
      <w:r>
        <w:rPr>
          <w:b/>
          <w:sz w:val="22"/>
          <w:szCs w:val="22"/>
        </w:rPr>
        <w:t xml:space="preserve"> </w:t>
      </w:r>
      <w:r w:rsidRPr="00C80EA3">
        <w:rPr>
          <w:b/>
          <w:sz w:val="22"/>
          <w:szCs w:val="22"/>
        </w:rPr>
        <w:t>DELLA STRUMENTAZIONE DI MONITORAGGIO E CONTROLLO</w:t>
      </w:r>
    </w:p>
    <w:p w14:paraId="6152525D" w14:textId="77777777" w:rsidR="00570697" w:rsidRDefault="00570697" w:rsidP="00B75709">
      <w:pPr>
        <w:pStyle w:val="Par1"/>
        <w:jc w:val="center"/>
        <w:rPr>
          <w:b/>
        </w:rPr>
      </w:pPr>
    </w:p>
    <w:p w14:paraId="2E2EA5E8" w14:textId="77777777" w:rsidR="00570697" w:rsidRDefault="00570697" w:rsidP="00B75709">
      <w:pPr>
        <w:pStyle w:val="Par1"/>
        <w:jc w:val="center"/>
        <w:rPr>
          <w:b/>
        </w:rPr>
      </w:pPr>
    </w:p>
    <w:p w14:paraId="4E9F933E" w14:textId="77777777" w:rsidR="00B75709" w:rsidRDefault="00B75709" w:rsidP="00B75709">
      <w:pPr>
        <w:pStyle w:val="Par1"/>
        <w:jc w:val="center"/>
        <w:rPr>
          <w:b/>
        </w:rPr>
      </w:pPr>
    </w:p>
    <w:p w14:paraId="59098B6C" w14:textId="77777777" w:rsidR="00376A58" w:rsidRDefault="00376A58" w:rsidP="00B75709">
      <w:pPr>
        <w:pStyle w:val="Par1"/>
        <w:jc w:val="center"/>
        <w:rPr>
          <w:b/>
          <w:iCs/>
          <w:sz w:val="28"/>
          <w:szCs w:val="28"/>
        </w:rPr>
      </w:pPr>
      <w:r w:rsidRPr="00376A58">
        <w:rPr>
          <w:b/>
          <w:iCs/>
          <w:sz w:val="28"/>
          <w:szCs w:val="28"/>
        </w:rPr>
        <w:t xml:space="preserve">SERVIZIO A </w:t>
      </w:r>
    </w:p>
    <w:p w14:paraId="1A7C1CAA" w14:textId="77777777" w:rsidR="00376A58" w:rsidRDefault="00376A58" w:rsidP="00B75709">
      <w:pPr>
        <w:pStyle w:val="Par1"/>
        <w:jc w:val="center"/>
        <w:rPr>
          <w:b/>
          <w:iCs/>
          <w:sz w:val="28"/>
          <w:szCs w:val="28"/>
        </w:rPr>
      </w:pPr>
      <w:r w:rsidRPr="00376A58">
        <w:rPr>
          <w:b/>
          <w:iCs/>
          <w:sz w:val="28"/>
          <w:szCs w:val="28"/>
        </w:rPr>
        <w:t xml:space="preserve">RIVALUTAZIONE DELLA SICUREZZA SISMICA </w:t>
      </w:r>
    </w:p>
    <w:p w14:paraId="72168C19" w14:textId="77777777" w:rsidR="00376A58" w:rsidRDefault="00376A58" w:rsidP="00B75709">
      <w:pPr>
        <w:pStyle w:val="Par1"/>
        <w:jc w:val="center"/>
        <w:rPr>
          <w:b/>
          <w:iCs/>
          <w:sz w:val="28"/>
          <w:szCs w:val="28"/>
        </w:rPr>
      </w:pPr>
      <w:r w:rsidRPr="00376A58">
        <w:rPr>
          <w:b/>
          <w:iCs/>
          <w:sz w:val="28"/>
          <w:szCs w:val="28"/>
        </w:rPr>
        <w:t>DELLO SBARRAMENTO IN MATERIALE SCIOLTO</w:t>
      </w:r>
    </w:p>
    <w:p w14:paraId="1736C9F7" w14:textId="6609816F" w:rsidR="00376A58" w:rsidRDefault="00376A58" w:rsidP="00B75709">
      <w:pPr>
        <w:pStyle w:val="Par1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E</w:t>
      </w:r>
      <w:r w:rsidRPr="00376A58">
        <w:rPr>
          <w:b/>
          <w:iCs/>
          <w:sz w:val="28"/>
          <w:szCs w:val="28"/>
        </w:rPr>
        <w:t xml:space="preserve"> DELLE OPERE </w:t>
      </w:r>
      <w:r>
        <w:rPr>
          <w:b/>
          <w:iCs/>
          <w:sz w:val="28"/>
          <w:szCs w:val="28"/>
        </w:rPr>
        <w:t>ACCESSORIE</w:t>
      </w:r>
    </w:p>
    <w:p w14:paraId="15B75DF6" w14:textId="77777777" w:rsidR="00376A58" w:rsidRPr="00376A58" w:rsidRDefault="00376A58" w:rsidP="00B75709">
      <w:pPr>
        <w:pStyle w:val="Par1"/>
        <w:jc w:val="center"/>
        <w:rPr>
          <w:b/>
          <w:iCs/>
          <w:sz w:val="28"/>
          <w:szCs w:val="28"/>
        </w:rPr>
      </w:pPr>
    </w:p>
    <w:p w14:paraId="4B1BE560" w14:textId="783CBBFB" w:rsidR="00B75709" w:rsidRPr="00570697" w:rsidRDefault="008409F2" w:rsidP="00B75709">
      <w:pPr>
        <w:pStyle w:val="Par1"/>
        <w:jc w:val="center"/>
        <w:rPr>
          <w:b/>
          <w:sz w:val="28"/>
          <w:szCs w:val="28"/>
        </w:rPr>
      </w:pPr>
      <w:r w:rsidRPr="008409F2">
        <w:rPr>
          <w:b/>
          <w:sz w:val="28"/>
          <w:szCs w:val="28"/>
        </w:rPr>
        <w:t>ELENCO ELABORATI</w:t>
      </w:r>
    </w:p>
    <w:p w14:paraId="17123AB1" w14:textId="49FFEAB0" w:rsidR="00EC63BF" w:rsidRDefault="00B75709" w:rsidP="008409F2">
      <w:pPr>
        <w:jc w:val="center"/>
        <w:rPr>
          <w:sz w:val="20"/>
          <w:lang w:val="fr-FR" w:eastAsia="fr-FR"/>
        </w:rPr>
      </w:pPr>
      <w:r>
        <w:rPr>
          <w:b/>
          <w:u w:val="single"/>
        </w:rPr>
        <w:br w:type="page"/>
      </w:r>
      <w:bookmarkEnd w:id="1"/>
      <w:r w:rsidR="00EC63BF">
        <w:rPr>
          <w:b/>
          <w:u w:val="single"/>
        </w:rPr>
        <w:fldChar w:fldCharType="begin"/>
      </w:r>
      <w:r w:rsidR="00EC63BF">
        <w:rPr>
          <w:b/>
          <w:u w:val="single"/>
        </w:rPr>
        <w:instrText xml:space="preserve"> LINK Excel.Sheet.12 "\\\\technital.local\\DSK-PROGETTI\\PROG-VR\\II122F-Diga-Gibbesi\\03-Progetto\\GIBBESI_ELENCO_00.xlsx" "F-INDAGINI E PROVE DI LAB_!R1C2:R14C10" \a \f 4 \h  \* MERGEFORMAT </w:instrText>
      </w:r>
      <w:r w:rsidR="00EC63BF">
        <w:rPr>
          <w:b/>
          <w:u w:val="single"/>
        </w:rPr>
        <w:fldChar w:fldCharType="separate"/>
      </w:r>
    </w:p>
    <w:tbl>
      <w:tblPr>
        <w:tblW w:w="101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484"/>
        <w:gridCol w:w="605"/>
        <w:gridCol w:w="467"/>
        <w:gridCol w:w="691"/>
        <w:gridCol w:w="445"/>
        <w:gridCol w:w="6656"/>
      </w:tblGrid>
      <w:tr w:rsidR="00EC63BF" w:rsidRPr="00EC63BF" w14:paraId="4DF9B02E" w14:textId="77777777" w:rsidTr="00EC63BF">
        <w:trPr>
          <w:trHeight w:val="600"/>
        </w:trPr>
        <w:tc>
          <w:tcPr>
            <w:tcW w:w="101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418925A0" w14:textId="77777777" w:rsidR="00376A58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b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24"/>
              </w:rPr>
              <w:lastRenderedPageBreak/>
              <w:t>A</w:t>
            </w:r>
            <w:r w:rsidR="00251DE2" w:rsidRPr="00251DE2">
              <w:rPr>
                <w:rFonts w:ascii="Arial" w:hAnsi="Arial" w:cs="Arial"/>
                <w:b/>
                <w:bCs/>
                <w:i/>
                <w:iCs/>
                <w:szCs w:val="24"/>
              </w:rPr>
              <w:t xml:space="preserve"> - </w:t>
            </w:r>
            <w:r w:rsidRPr="00376A58">
              <w:rPr>
                <w:rFonts w:ascii="Arial" w:hAnsi="Arial" w:cs="Arial"/>
                <w:b/>
                <w:bCs/>
                <w:i/>
                <w:iCs/>
                <w:szCs w:val="24"/>
              </w:rPr>
              <w:t>RIVALUTAZIONE DELLA SICUREZZA SISMICA</w:t>
            </w:r>
            <w:r>
              <w:rPr>
                <w:rFonts w:ascii="Arial" w:hAnsi="Arial" w:cs="Arial"/>
                <w:b/>
                <w:bCs/>
                <w:i/>
                <w:iCs/>
                <w:szCs w:val="24"/>
              </w:rPr>
              <w:t xml:space="preserve"> </w:t>
            </w:r>
            <w:r w:rsidRPr="00376A58">
              <w:rPr>
                <w:rFonts w:ascii="Arial" w:hAnsi="Arial" w:cs="Arial"/>
                <w:b/>
                <w:bCs/>
                <w:i/>
                <w:iCs/>
                <w:szCs w:val="24"/>
              </w:rPr>
              <w:t>DELLO SBARRAMENTO</w:t>
            </w:r>
          </w:p>
          <w:p w14:paraId="0E0AC379" w14:textId="3BAD6E64" w:rsidR="00EC63BF" w:rsidRPr="00EC63BF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b/>
                <w:bCs/>
                <w:i/>
                <w:iCs/>
                <w:szCs w:val="24"/>
              </w:rPr>
            </w:pPr>
            <w:r w:rsidRPr="00376A58">
              <w:rPr>
                <w:rFonts w:ascii="Arial" w:hAnsi="Arial" w:cs="Arial"/>
                <w:b/>
                <w:bCs/>
                <w:i/>
                <w:iCs/>
                <w:szCs w:val="24"/>
              </w:rPr>
              <w:t>IN MATERIALE SCIOLTO E DELLE OPERE ACCESSORIE</w:t>
            </w:r>
          </w:p>
        </w:tc>
      </w:tr>
      <w:tr w:rsidR="00EC63BF" w:rsidRPr="00EC63BF" w14:paraId="0FB00309" w14:textId="77777777" w:rsidTr="00C54DB0">
        <w:trPr>
          <w:trHeight w:val="546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8A987" w14:textId="77777777" w:rsidR="00EC63BF" w:rsidRPr="00EC63BF" w:rsidRDefault="00EC63BF" w:rsidP="00EC63BF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918F" w14:textId="0BABF270" w:rsidR="00EC63BF" w:rsidRPr="00EC63BF" w:rsidRDefault="00376A58" w:rsidP="00EC63BF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FBFB" w14:textId="7BF21B17" w:rsidR="00EC63BF" w:rsidRPr="00EC63BF" w:rsidRDefault="00376A58" w:rsidP="00EC63BF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AEA4" w14:textId="77777777" w:rsidR="00EC63BF" w:rsidRPr="00EC63BF" w:rsidRDefault="00EC63BF" w:rsidP="00EC63BF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EE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96FA" w14:textId="77777777" w:rsidR="00EC63BF" w:rsidRPr="00EC63BF" w:rsidRDefault="00EC63BF" w:rsidP="00EC63BF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E703" w14:textId="77777777" w:rsidR="00EC63BF" w:rsidRPr="00EC63BF" w:rsidRDefault="00EC63BF" w:rsidP="00EC63BF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3108" w14:textId="77777777" w:rsidR="00EC63BF" w:rsidRPr="00EC63BF" w:rsidRDefault="00EC63BF" w:rsidP="00EC63BF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ELENCO ELABORATI</w:t>
            </w:r>
          </w:p>
        </w:tc>
      </w:tr>
      <w:tr w:rsidR="00251DE2" w:rsidRPr="00EC63BF" w14:paraId="6AF1792C" w14:textId="77777777" w:rsidTr="00C54DB0">
        <w:trPr>
          <w:trHeight w:val="55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ED917" w14:textId="77777777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52CC" w14:textId="55514280" w:rsidR="00251DE2" w:rsidRPr="00EC63BF" w:rsidRDefault="00376A58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374B" w14:textId="71C23D07" w:rsidR="00251DE2" w:rsidRPr="00EC63BF" w:rsidRDefault="007E1879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3A9E" w14:textId="77777777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C1B4" w14:textId="77777777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C512" w14:textId="77777777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2399" w14:textId="790948AC" w:rsidR="00251DE2" w:rsidRPr="00EC63BF" w:rsidRDefault="007E1879" w:rsidP="00251DE2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RELAZIONE GEOLOGICA</w:t>
            </w:r>
          </w:p>
        </w:tc>
      </w:tr>
      <w:tr w:rsidR="00376A58" w:rsidRPr="00EC63BF" w14:paraId="22E6DDAE" w14:textId="77777777" w:rsidTr="00C54DB0">
        <w:trPr>
          <w:trHeight w:val="576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2276E" w14:textId="4304A966" w:rsidR="00376A58" w:rsidRPr="00EC63BF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7078" w14:textId="24E38439" w:rsidR="00376A58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A71D7" w14:textId="244DE100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GET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16D0" w14:textId="32205804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E199E" w14:textId="42D32897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9A1C9" w14:textId="6F5C79A0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5842" w14:textId="73A79B0F" w:rsidR="00376A58" w:rsidRPr="00251DE2" w:rsidRDefault="00341E33" w:rsidP="00376A58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>RELAZIONE GEOTECNICA</w:t>
            </w:r>
          </w:p>
        </w:tc>
      </w:tr>
      <w:tr w:rsidR="00376A58" w:rsidRPr="00EC63BF" w14:paraId="01F2859B" w14:textId="77777777" w:rsidTr="00C54DB0">
        <w:trPr>
          <w:trHeight w:val="556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31FE0" w14:textId="47545433" w:rsidR="00376A58" w:rsidRPr="00EC63BF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A88AC" w14:textId="092F0C09" w:rsidR="00376A58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A2672" w14:textId="2A08536F" w:rsidR="00376A58" w:rsidRDefault="005F3CA2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GET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B5E8" w14:textId="66F8DFD3" w:rsidR="00376A58" w:rsidRDefault="005F3CA2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84F6" w14:textId="3977040A" w:rsidR="00376A58" w:rsidRPr="00EC63BF" w:rsidRDefault="005F3CA2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98A1" w14:textId="093F0924" w:rsidR="00376A58" w:rsidRPr="00EC63BF" w:rsidRDefault="005F3CA2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0200" w14:textId="37127E77" w:rsidR="00376A58" w:rsidRPr="00251DE2" w:rsidRDefault="005F3CA2" w:rsidP="00376A58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5F3CA2">
              <w:rPr>
                <w:rFonts w:ascii="Arial" w:hAnsi="Arial" w:cs="Arial"/>
                <w:sz w:val="20"/>
              </w:rPr>
              <w:t>PLANIMETRIA UBICAZIONE INDAGINI E SEZIONI STRATIGRAFICHE</w:t>
            </w:r>
          </w:p>
        </w:tc>
      </w:tr>
      <w:tr w:rsidR="005F3CA2" w:rsidRPr="00EC63BF" w14:paraId="3C635CA4" w14:textId="77777777" w:rsidTr="00C54DB0">
        <w:trPr>
          <w:trHeight w:val="549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61202" w14:textId="5B5311D2" w:rsidR="005F3CA2" w:rsidRPr="00EC63BF" w:rsidRDefault="005F3CA2" w:rsidP="005F3CA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948B" w14:textId="1CDF807B" w:rsidR="005F3CA2" w:rsidRDefault="005F3CA2" w:rsidP="005F3CA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6CB8" w14:textId="3DC3EF05" w:rsidR="005F3CA2" w:rsidRDefault="005F3CA2" w:rsidP="005F3CA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GET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889D" w14:textId="20B5597A" w:rsidR="005F3CA2" w:rsidRDefault="005F3CA2" w:rsidP="005F3CA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8CA99" w14:textId="5B523D64" w:rsidR="005F3CA2" w:rsidRPr="00EC63BF" w:rsidRDefault="005F3CA2" w:rsidP="005F3CA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12814" w14:textId="086D00C6" w:rsidR="005F3CA2" w:rsidRPr="00EC63BF" w:rsidRDefault="005F3CA2" w:rsidP="005F3CA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283C" w14:textId="4AE94DFC" w:rsidR="005F3CA2" w:rsidRPr="00251DE2" w:rsidRDefault="005F3CA2" w:rsidP="005F3CA2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SEZIONI STRATIGRAFICHE</w:t>
            </w:r>
          </w:p>
        </w:tc>
      </w:tr>
      <w:tr w:rsidR="004062B7" w:rsidRPr="00EC63BF" w14:paraId="3509A34A" w14:textId="77777777" w:rsidTr="00D25152">
        <w:trPr>
          <w:trHeight w:val="6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EDE25" w14:textId="1039596A" w:rsidR="004062B7" w:rsidRPr="00EC63BF" w:rsidRDefault="004062B7" w:rsidP="004062B7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D2A1C" w14:textId="0327E5AB" w:rsidR="004062B7" w:rsidRDefault="004062B7" w:rsidP="004062B7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575A6" w14:textId="2CA28067" w:rsidR="004062B7" w:rsidRDefault="004062B7" w:rsidP="004062B7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F3659" w14:textId="7124BA7F" w:rsidR="004062B7" w:rsidRDefault="004062B7" w:rsidP="004062B7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4D464" w14:textId="1BCA63CF" w:rsidR="004062B7" w:rsidRDefault="004062B7" w:rsidP="004062B7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4D4ED" w14:textId="6DCD4787" w:rsidR="004062B7" w:rsidRDefault="004062B7" w:rsidP="004062B7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635B" w14:textId="3BC889B5" w:rsidR="004062B7" w:rsidRPr="004062B7" w:rsidRDefault="004062B7" w:rsidP="004062B7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4062B7">
              <w:rPr>
                <w:rFonts w:ascii="Arial" w:hAnsi="Arial" w:cs="Arial"/>
                <w:sz w:val="20"/>
              </w:rPr>
              <w:t xml:space="preserve">VERIFICHE SISMICHE - </w:t>
            </w:r>
            <w:r>
              <w:rPr>
                <w:rFonts w:ascii="Arial" w:hAnsi="Arial" w:cs="Arial"/>
                <w:sz w:val="20"/>
              </w:rPr>
              <w:t>VASCA DI DISSIPAZIONE</w:t>
            </w:r>
          </w:p>
          <w:p w14:paraId="5EE93E58" w14:textId="2DEE6630" w:rsidR="004062B7" w:rsidRPr="00341E33" w:rsidRDefault="004062B7" w:rsidP="004062B7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4062B7">
              <w:rPr>
                <w:rFonts w:ascii="Arial" w:hAnsi="Arial" w:cs="Arial"/>
                <w:sz w:val="20"/>
              </w:rPr>
              <w:t>RELAZIONE DI CALCOLO STRUTTURALE E STUDIO DI FATTIBILITA’ TECNICO-ECONOMICA DEGLI INTERVENTI D’ADEGUAMENTO</w:t>
            </w:r>
          </w:p>
        </w:tc>
      </w:tr>
      <w:tr w:rsidR="00376A58" w:rsidRPr="00EC63BF" w14:paraId="53B9E3FB" w14:textId="77777777" w:rsidTr="00D25152">
        <w:trPr>
          <w:trHeight w:val="6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9D698" w14:textId="1A3F96E0" w:rsidR="00376A58" w:rsidRPr="00EC63BF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A5120" w14:textId="148BC540" w:rsidR="00376A58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6EC2D" w14:textId="3047719E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F52FD" w14:textId="57238E44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F892D" w14:textId="198AF333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E784F" w14:textId="69E659AB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A5D4C" w14:textId="6140A234" w:rsidR="00376A58" w:rsidRPr="00251DE2" w:rsidRDefault="00341E33" w:rsidP="00376A58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 xml:space="preserve">RIVALUTAZIONE SISMICA DELLE OPERE ACCESSORIE - </w:t>
            </w:r>
            <w:r w:rsidR="005D1B71">
              <w:rPr>
                <w:rFonts w:ascii="Arial" w:hAnsi="Arial" w:cs="Arial"/>
                <w:sz w:val="20"/>
              </w:rPr>
              <w:t>DATI GENERALI E CRITERI DI PROGETTO</w:t>
            </w:r>
            <w:r w:rsidRPr="00341E33">
              <w:rPr>
                <w:rFonts w:ascii="Arial" w:hAnsi="Arial" w:cs="Arial"/>
                <w:sz w:val="20"/>
              </w:rPr>
              <w:t xml:space="preserve"> - RELAZIONE TECNICA</w:t>
            </w:r>
          </w:p>
        </w:tc>
      </w:tr>
      <w:tr w:rsidR="00376A58" w:rsidRPr="00EC63BF" w14:paraId="6F8ACF9E" w14:textId="77777777" w:rsidTr="00C54DB0">
        <w:trPr>
          <w:trHeight w:val="52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BF6F1" w14:textId="511AF2BA" w:rsidR="00376A58" w:rsidRPr="00EC63BF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D3E76" w14:textId="11DEB88B" w:rsidR="00376A58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1694" w14:textId="4A7F9633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8D9D9" w14:textId="15A17A08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A2881" w14:textId="25C4C7BB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0D26D" w14:textId="6E330602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7949" w14:textId="632A0E51" w:rsidR="00376A58" w:rsidRPr="00251DE2" w:rsidRDefault="00341E33" w:rsidP="00376A58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>VERIFICHE SISMICHE - CORPO DIGA - RELAZIONE</w:t>
            </w:r>
          </w:p>
        </w:tc>
      </w:tr>
      <w:tr w:rsidR="00376A58" w:rsidRPr="00EC63BF" w14:paraId="00943E2B" w14:textId="77777777" w:rsidTr="00C54DB0">
        <w:trPr>
          <w:trHeight w:val="556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24790" w14:textId="285A6059" w:rsidR="00376A58" w:rsidRPr="00EC63BF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064AF" w14:textId="2E2F047C" w:rsidR="00376A58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73B5" w14:textId="353207C1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8A0B" w14:textId="19FA27B6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EB70B" w14:textId="5B938539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202a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0DBD0" w14:textId="2AD7811E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DAAF4" w14:textId="516DE2DE" w:rsidR="00376A58" w:rsidRPr="00251DE2" w:rsidRDefault="00341E33" w:rsidP="00376A58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>VERIFICHE SISMICHE - CORPO DIGA - APPENDICE</w:t>
            </w:r>
          </w:p>
        </w:tc>
      </w:tr>
      <w:tr w:rsidR="007E3E81" w:rsidRPr="00EC63BF" w14:paraId="14A52B45" w14:textId="77777777" w:rsidTr="00C54DB0">
        <w:trPr>
          <w:trHeight w:val="55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7B7DC" w14:textId="2C5D1A11" w:rsidR="007E3E81" w:rsidRPr="00EC63BF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55513" w14:textId="0ABDB600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DB829" w14:textId="2AFBDDD7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EB2EC" w14:textId="1B7A51A8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2B9CA" w14:textId="6EBB7AC0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E3ABF" w14:textId="687D5470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8C5B" w14:textId="0B8C7AB0" w:rsidR="007E3E81" w:rsidRPr="00341E33" w:rsidRDefault="007E3E81" w:rsidP="007E3E81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 xml:space="preserve">VERIFICHE SISMICHE - </w:t>
            </w:r>
            <w:r>
              <w:rPr>
                <w:rFonts w:ascii="Arial" w:hAnsi="Arial" w:cs="Arial"/>
                <w:sz w:val="20"/>
              </w:rPr>
              <w:t>SPALLE E SPONDE</w:t>
            </w:r>
          </w:p>
        </w:tc>
      </w:tr>
      <w:tr w:rsidR="007E3E81" w:rsidRPr="00EC63BF" w14:paraId="5CF84404" w14:textId="77777777" w:rsidTr="00D25152">
        <w:trPr>
          <w:trHeight w:val="6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20763" w14:textId="1B279A84" w:rsidR="007E3E81" w:rsidRPr="00EC63BF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24931" w14:textId="595F76A5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EA9AD" w14:textId="3E5776BA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0399F" w14:textId="3C728ECB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F788F" w14:textId="4A35229C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0B9BA" w14:textId="604B61E3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DBC0" w14:textId="3BE4D834" w:rsidR="007E3E81" w:rsidRPr="00341E33" w:rsidRDefault="007E3E81" w:rsidP="007E3E81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 xml:space="preserve">VERIFICHE SISMICHE - </w:t>
            </w:r>
            <w:r w:rsidRPr="007E3E81">
              <w:rPr>
                <w:rFonts w:ascii="Arial" w:hAnsi="Arial" w:cs="Arial"/>
                <w:sz w:val="20"/>
              </w:rPr>
              <w:t>MURI DI SOSTEGNO ASSERVITI ALLA STRADA DI ACCESSO AL CORONAMENTO</w:t>
            </w:r>
          </w:p>
        </w:tc>
      </w:tr>
      <w:tr w:rsidR="00376A58" w:rsidRPr="00EC63BF" w14:paraId="52DCDC3B" w14:textId="77777777" w:rsidTr="00C54DB0">
        <w:trPr>
          <w:trHeight w:val="524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7AF77" w14:textId="637E0CD3" w:rsidR="00376A58" w:rsidRPr="00EC63BF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7121" w14:textId="75BEF90E" w:rsidR="00376A58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7AD12" w14:textId="579CE17C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75A38" w14:textId="2FB6F045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CBF2F" w14:textId="0F9B0B04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F2154" w14:textId="5BC3382A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6746" w14:textId="227AA6E3" w:rsidR="00376A58" w:rsidRPr="00251DE2" w:rsidRDefault="00341E33" w:rsidP="00376A58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 xml:space="preserve">VERIFICHE SISMICHE - </w:t>
            </w:r>
            <w:r w:rsidR="007E3E81">
              <w:rPr>
                <w:rFonts w:ascii="Arial" w:hAnsi="Arial" w:cs="Arial"/>
                <w:sz w:val="20"/>
              </w:rPr>
              <w:t>OPERE INTERRATE</w:t>
            </w:r>
          </w:p>
        </w:tc>
      </w:tr>
      <w:tr w:rsidR="00376A58" w:rsidRPr="00EC63BF" w14:paraId="170476BC" w14:textId="77777777" w:rsidTr="00D25152">
        <w:trPr>
          <w:trHeight w:val="6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9A5E3" w14:textId="3A657856" w:rsidR="00376A58" w:rsidRPr="00EC63BF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DE93A" w14:textId="61C64498" w:rsidR="00376A58" w:rsidRDefault="00376A58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94856" w14:textId="552EFADA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8E53B" w14:textId="74FC8A96" w:rsidR="00376A58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EE80B" w14:textId="645D13EE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8BF24" w14:textId="3D38F8B8" w:rsidR="00376A58" w:rsidRPr="00EC63BF" w:rsidRDefault="007E1879" w:rsidP="00376A58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234D" w14:textId="5CBC0377" w:rsidR="00D92497" w:rsidRDefault="00341E33" w:rsidP="00376A58">
            <w:pPr>
              <w:spacing w:line="240" w:lineRule="auto"/>
              <w:ind w:left="0" w:right="0"/>
              <w:jc w:val="left"/>
              <w:rPr>
                <w:rFonts w:ascii="Arial" w:hAnsi="Arial" w:cs="Arial"/>
                <w:bCs/>
                <w:iCs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>VERIFICHE SISMICHE - SFIORATORI A CALICE</w:t>
            </w:r>
          </w:p>
          <w:p w14:paraId="1A99BD6B" w14:textId="55BC66A1" w:rsidR="00376A58" w:rsidRPr="00251DE2" w:rsidRDefault="00FF28DB" w:rsidP="00376A58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FF28DB">
              <w:rPr>
                <w:rFonts w:ascii="Arial" w:hAnsi="Arial" w:cs="Arial"/>
                <w:bCs/>
                <w:iCs/>
                <w:sz w:val="20"/>
              </w:rPr>
              <w:t>RELAZIONE DI CALCOLO STRUTTURALE E STUDIO DI FATTIBILITA’ TECNICO-ECONOMICA DEGLI INTERVENTI D’ADEGUAMENTO</w:t>
            </w:r>
          </w:p>
        </w:tc>
      </w:tr>
      <w:tr w:rsidR="00251DE2" w:rsidRPr="00EC63BF" w14:paraId="6C4BEB6C" w14:textId="77777777" w:rsidTr="00D25152">
        <w:trPr>
          <w:trHeight w:val="6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06DB4" w14:textId="77777777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6CFA" w14:textId="3DDBAB1E" w:rsidR="00251DE2" w:rsidRPr="00EC63BF" w:rsidRDefault="00376A58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A3D1" w14:textId="43EDBEF1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7E1879">
              <w:rPr>
                <w:rFonts w:ascii="Arial" w:hAnsi="Arial" w:cs="Arial"/>
                <w:sz w:val="20"/>
              </w:rPr>
              <w:t>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391A" w14:textId="5D4480CB" w:rsidR="00251DE2" w:rsidRPr="00EC63BF" w:rsidRDefault="007E1879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92C7" w14:textId="5142D435" w:rsidR="00251DE2" w:rsidRPr="00EC63BF" w:rsidRDefault="007E1879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D18E" w14:textId="77777777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A3FC" w14:textId="77777777" w:rsidR="00D92497" w:rsidRDefault="00341E33" w:rsidP="00251DE2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>VERIFICHE SISMICHE -  TORRINI AEROFORI</w:t>
            </w:r>
          </w:p>
          <w:p w14:paraId="791D18C3" w14:textId="0770CBFD" w:rsidR="00251DE2" w:rsidRPr="00EC63BF" w:rsidRDefault="00FF28DB" w:rsidP="00251DE2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FF28DB">
              <w:rPr>
                <w:rFonts w:ascii="Arial" w:hAnsi="Arial" w:cs="Arial"/>
                <w:bCs/>
                <w:iCs/>
                <w:sz w:val="20"/>
              </w:rPr>
              <w:t>RELAZIONE DI CALCOLO STRUTTURALE E STUDIO DI FATTIBILITA’ TECNICO-ECONOMICA DEGLI INTERVENTI D’ADEGUAMENTO</w:t>
            </w:r>
          </w:p>
        </w:tc>
      </w:tr>
      <w:tr w:rsidR="00251DE2" w:rsidRPr="00EC63BF" w14:paraId="7EF45AED" w14:textId="77777777" w:rsidTr="00D25152">
        <w:trPr>
          <w:trHeight w:val="6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36E5E" w14:textId="77777777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E7CA" w14:textId="54AC1CF2" w:rsidR="00251DE2" w:rsidRPr="00EC63BF" w:rsidRDefault="00376A58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E97B" w14:textId="70F7840B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7E1879">
              <w:rPr>
                <w:rFonts w:ascii="Arial" w:hAnsi="Arial" w:cs="Arial"/>
                <w:sz w:val="20"/>
              </w:rPr>
              <w:t>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D6E5" w14:textId="5990CFB7" w:rsidR="00251DE2" w:rsidRPr="00EC63BF" w:rsidRDefault="007E1879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E669" w14:textId="3B700F40" w:rsidR="00251DE2" w:rsidRPr="00EC63BF" w:rsidRDefault="007E1879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1991" w14:textId="77777777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90FF" w14:textId="77777777" w:rsidR="00D92497" w:rsidRDefault="00341E33" w:rsidP="00251DE2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>VERIFICHE SISMICHE -  TORRINO PARATOIE</w:t>
            </w:r>
          </w:p>
          <w:p w14:paraId="4093BE32" w14:textId="29BA97C3" w:rsidR="00251DE2" w:rsidRPr="00EC63BF" w:rsidRDefault="00FF28DB" w:rsidP="00251DE2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FF28DB">
              <w:rPr>
                <w:rFonts w:ascii="Arial" w:hAnsi="Arial" w:cs="Arial"/>
                <w:bCs/>
                <w:iCs/>
                <w:sz w:val="20"/>
              </w:rPr>
              <w:t>RELAZIONE DI CALCOLO STRUTTURALE E STUDIO DI FATTIBILITA’ TECNICO-ECONOMICA DEGLI INTERVENTI D’ADEGUAMENTO</w:t>
            </w:r>
          </w:p>
        </w:tc>
      </w:tr>
      <w:tr w:rsidR="007E3E81" w:rsidRPr="00EC63BF" w14:paraId="72CEFAA7" w14:textId="77777777" w:rsidTr="00D25152">
        <w:trPr>
          <w:trHeight w:val="6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C163FB" w14:textId="0E407E31" w:rsidR="007E3E81" w:rsidRPr="00EC63BF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55897" w14:textId="5B35CBF5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492D8" w14:textId="39DE4BA6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210DA" w14:textId="2008EA63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D77BA" w14:textId="11148B98" w:rsidR="007E3E81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6F010" w14:textId="5C3BFF76" w:rsidR="007E3E81" w:rsidRPr="00EC63BF" w:rsidRDefault="007E3E81" w:rsidP="007E3E81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4962" w14:textId="77777777" w:rsidR="007E3E81" w:rsidRDefault="007E3E81" w:rsidP="007E3E81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>VERIFICHE SISMICHE -  CASA DI GUARDIA</w:t>
            </w:r>
          </w:p>
          <w:p w14:paraId="5AA47951" w14:textId="793FDD36" w:rsidR="007E3E81" w:rsidRPr="00341E33" w:rsidRDefault="007E3E81" w:rsidP="007E3E81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FF28DB">
              <w:rPr>
                <w:rFonts w:ascii="Arial" w:hAnsi="Arial" w:cs="Arial"/>
                <w:bCs/>
                <w:iCs/>
                <w:sz w:val="20"/>
              </w:rPr>
              <w:t>RELAZIONE DI CALCOLO STRUTTURALE E STUDIO DI FATTIBILITA’ TECNICO-ECONOMICA DEGLI INTERVENTI D’ADEGUAMENTO</w:t>
            </w:r>
          </w:p>
        </w:tc>
      </w:tr>
      <w:tr w:rsidR="00AA7506" w:rsidRPr="00EC63BF" w14:paraId="3720DEAD" w14:textId="77777777" w:rsidTr="00D25152">
        <w:trPr>
          <w:trHeight w:val="6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6124A" w14:textId="69CFBDBF" w:rsidR="00AA7506" w:rsidRPr="00EC63BF" w:rsidRDefault="00AA7506" w:rsidP="00AA7506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89387" w14:textId="61AF4631" w:rsidR="00AA7506" w:rsidRDefault="00AA7506" w:rsidP="00AA7506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05213" w14:textId="1C249EAB" w:rsidR="00AA7506" w:rsidRDefault="00AA7506" w:rsidP="00AA7506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966F1" w14:textId="43E7C9EE" w:rsidR="00AA7506" w:rsidRDefault="00AA7506" w:rsidP="00AA7506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E7D5" w14:textId="2E3A9810" w:rsidR="00AA7506" w:rsidRDefault="00AA7506" w:rsidP="00AA7506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216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0A204" w14:textId="18E8672C" w:rsidR="00AA7506" w:rsidRPr="00EC63BF" w:rsidRDefault="00AA7506" w:rsidP="00AA7506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AFCB" w14:textId="77777777" w:rsidR="00AA7506" w:rsidRDefault="00AA7506" w:rsidP="00AA7506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>VERIFICHE SISMICHE -  C</w:t>
            </w:r>
            <w:r>
              <w:rPr>
                <w:rFonts w:ascii="Arial" w:hAnsi="Arial" w:cs="Arial"/>
                <w:sz w:val="20"/>
              </w:rPr>
              <w:t>ANALE DI RESTITUZIONE</w:t>
            </w:r>
          </w:p>
          <w:p w14:paraId="79546E85" w14:textId="48C6CA0C" w:rsidR="00AA7506" w:rsidRPr="00341E33" w:rsidRDefault="00AA7506" w:rsidP="00AA7506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FF28DB">
              <w:rPr>
                <w:rFonts w:ascii="Arial" w:hAnsi="Arial" w:cs="Arial"/>
                <w:bCs/>
                <w:iCs/>
                <w:sz w:val="20"/>
              </w:rPr>
              <w:t>RELAZIONE DI CALCOLO STRUTTURALE E STUDIO DI FATTIBILITA’ TECNICO-ECONOMICA DEGLI INTERVENTI D’ADEGUAMENTO</w:t>
            </w:r>
          </w:p>
        </w:tc>
      </w:tr>
      <w:tr w:rsidR="00251DE2" w:rsidRPr="00EC63BF" w14:paraId="156E7E00" w14:textId="77777777" w:rsidTr="00D25152">
        <w:trPr>
          <w:trHeight w:val="60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C6F8FD" w14:textId="15DA6FBC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bookmarkStart w:id="2" w:name="_Hlk83743597"/>
            <w:r w:rsidRPr="00EC63BF">
              <w:rPr>
                <w:rFonts w:ascii="Arial" w:hAnsi="Arial" w:cs="Arial"/>
                <w:sz w:val="20"/>
              </w:rPr>
              <w:t>II122F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ADBC0" w14:textId="397E7BDC" w:rsidR="00251DE2" w:rsidRPr="00EC63BF" w:rsidRDefault="00376A58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D266C" w14:textId="48E4D659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7E1879">
              <w:rPr>
                <w:rFonts w:ascii="Arial" w:hAnsi="Arial" w:cs="Arial"/>
                <w:sz w:val="20"/>
              </w:rPr>
              <w:t>IS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7D69F" w14:textId="15D72557" w:rsidR="00251DE2" w:rsidRPr="00EC63BF" w:rsidRDefault="007E1879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8659" w14:textId="3C6919DC" w:rsidR="00251DE2" w:rsidRPr="00EC63BF" w:rsidRDefault="007E1879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  <w:r w:rsidR="00AA7506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BF673" w14:textId="71099E24" w:rsidR="00251DE2" w:rsidRPr="00EC63BF" w:rsidRDefault="00251DE2" w:rsidP="00251DE2">
            <w:pPr>
              <w:spacing w:line="240" w:lineRule="auto"/>
              <w:ind w:left="0" w:right="0"/>
              <w:jc w:val="center"/>
              <w:rPr>
                <w:rFonts w:ascii="Arial" w:hAnsi="Arial" w:cs="Arial"/>
                <w:sz w:val="20"/>
              </w:rPr>
            </w:pPr>
            <w:r w:rsidRPr="00EC63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347" w14:textId="77777777" w:rsidR="00251DE2" w:rsidRDefault="00341E33" w:rsidP="00AA7506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341E33">
              <w:rPr>
                <w:rFonts w:ascii="Arial" w:hAnsi="Arial" w:cs="Arial"/>
                <w:sz w:val="20"/>
              </w:rPr>
              <w:t xml:space="preserve">VERIFICHE </w:t>
            </w:r>
            <w:r w:rsidR="005B183A">
              <w:rPr>
                <w:rFonts w:ascii="Arial" w:hAnsi="Arial" w:cs="Arial"/>
                <w:sz w:val="20"/>
              </w:rPr>
              <w:t xml:space="preserve">SISMICHE </w:t>
            </w:r>
            <w:r w:rsidRPr="00341E33">
              <w:rPr>
                <w:rFonts w:ascii="Arial" w:hAnsi="Arial" w:cs="Arial"/>
                <w:sz w:val="20"/>
              </w:rPr>
              <w:t xml:space="preserve">-  </w:t>
            </w:r>
            <w:r w:rsidR="005B183A" w:rsidRPr="005B183A">
              <w:rPr>
                <w:rFonts w:ascii="Arial" w:hAnsi="Arial" w:cs="Arial"/>
                <w:sz w:val="20"/>
              </w:rPr>
              <w:t>CARROPONTE PER LA MOVIMENTAZIONE DELLE PARATOIE DELLO SCARICO DI FONDO</w:t>
            </w:r>
            <w:r w:rsidR="00AA7506">
              <w:rPr>
                <w:rFonts w:ascii="Arial" w:hAnsi="Arial" w:cs="Arial"/>
                <w:sz w:val="20"/>
              </w:rPr>
              <w:t xml:space="preserve"> </w:t>
            </w:r>
          </w:p>
          <w:p w14:paraId="618A65C1" w14:textId="1F53800A" w:rsidR="005B183A" w:rsidRPr="00251DE2" w:rsidRDefault="005B183A" w:rsidP="00AA7506">
            <w:pPr>
              <w:spacing w:line="240" w:lineRule="auto"/>
              <w:ind w:left="0" w:right="0"/>
              <w:jc w:val="left"/>
              <w:rPr>
                <w:rFonts w:ascii="Arial" w:hAnsi="Arial" w:cs="Arial"/>
                <w:sz w:val="20"/>
              </w:rPr>
            </w:pPr>
            <w:r w:rsidRPr="005B183A">
              <w:rPr>
                <w:rFonts w:ascii="Arial" w:hAnsi="Arial" w:cs="Arial"/>
                <w:sz w:val="20"/>
              </w:rPr>
              <w:t>RELAZIONE DI CALCOLO STRUTTURALE E STUDIO DI FATTIBILITA’ TECNICO-ECONOMICA DEGLI INTERVENTI D’ADEGUAMENTO</w:t>
            </w:r>
          </w:p>
        </w:tc>
      </w:tr>
      <w:bookmarkEnd w:id="2"/>
    </w:tbl>
    <w:p w14:paraId="5E454EBB" w14:textId="1C3DC384" w:rsidR="00E95E5C" w:rsidRDefault="00EC63BF" w:rsidP="00C54DB0">
      <w:pPr>
        <w:ind w:left="0"/>
      </w:pPr>
      <w:r>
        <w:rPr>
          <w:b/>
          <w:u w:val="single"/>
        </w:rPr>
        <w:lastRenderedPageBreak/>
        <w:fldChar w:fldCharType="end"/>
      </w:r>
    </w:p>
    <w:sectPr w:rsidR="00E95E5C" w:rsidSect="00D311EC">
      <w:headerReference w:type="default" r:id="rId8"/>
      <w:footerReference w:type="default" r:id="rId9"/>
      <w:pgSz w:w="11907" w:h="16840" w:code="9"/>
      <w:pgMar w:top="2835" w:right="851" w:bottom="1418" w:left="851" w:header="227" w:footer="921" w:gutter="0"/>
      <w:paperSrc w:first="15" w:other="15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7D41C" w14:textId="77777777" w:rsidR="002A549B" w:rsidRDefault="002A549B">
      <w:pPr>
        <w:spacing w:line="240" w:lineRule="auto"/>
      </w:pPr>
      <w:r>
        <w:separator/>
      </w:r>
    </w:p>
  </w:endnote>
  <w:endnote w:type="continuationSeparator" w:id="0">
    <w:p w14:paraId="644B8FFE" w14:textId="77777777" w:rsidR="002A549B" w:rsidRDefault="002A54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Arial"/>
    <w:charset w:val="00"/>
    <w:family w:val="auto"/>
    <w:pitch w:val="variable"/>
    <w:sig w:usb0="00000003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A072" w14:textId="77777777" w:rsidR="008B6DED" w:rsidRPr="00440BCA" w:rsidRDefault="008B6DED" w:rsidP="007E7FC8">
    <w:pPr>
      <w:pStyle w:val="Pidipagina"/>
      <w:jc w:val="both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BED0882" wp14:editId="5F6C4DEC">
              <wp:simplePos x="0" y="0"/>
              <wp:positionH relativeFrom="column">
                <wp:posOffset>69215</wp:posOffset>
              </wp:positionH>
              <wp:positionV relativeFrom="paragraph">
                <wp:posOffset>254635</wp:posOffset>
              </wp:positionV>
              <wp:extent cx="6300470" cy="344170"/>
              <wp:effectExtent l="0" t="0" r="5080" b="0"/>
              <wp:wrapNone/>
              <wp:docPr id="81" name="Gruppo 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00470" cy="344170"/>
                        <a:chOff x="0" y="0"/>
                        <a:chExt cx="6300470" cy="344170"/>
                      </a:xfrm>
                    </wpg:grpSpPr>
                    <pic:pic xmlns:pic="http://schemas.openxmlformats.org/drawingml/2006/picture">
                      <pic:nvPicPr>
                        <pic:cNvPr id="82" name="Immagine 5" descr="T:\DOC-VR\MODELLI GENERALI\LogoTCH\Logo Technital - Raster\Logo Technital - RGB (190-185-166)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9050"/>
                          <a:ext cx="1432560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3" name="Immagine 8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76425" y="1905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84" name="Immagine 17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62300" y="0"/>
                          <a:ext cx="609600" cy="285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85" name="Immagine 85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81475" y="0"/>
                          <a:ext cx="781050" cy="3441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86" name="Immagine 8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48275" y="38100"/>
                          <a:ext cx="1052195" cy="247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EB611D" id="Gruppo 81" o:spid="_x0000_s1026" style="position:absolute;margin-left:5.45pt;margin-top:20.05pt;width:496.1pt;height:27.1pt;z-index:251668480" coordsize="63004,34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7" type="#_x0000_t75" style="position:absolute;top:190;width:14325;height:2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">
                <v:imagedata r:id="rId6" o:title="Logo Technital - RGB (190-185-166)"/>
              </v:shape>
              <v:shape id="Immagine 83" o:spid="_x0000_s1028" type="#_x0000_t75" style="position:absolute;left:18764;top:190;width:8096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">
                <v:imagedata r:id="rId7" o:title=""/>
              </v:shape>
              <v:shape id="Immagine 17" o:spid="_x0000_s1029" type="#_x0000_t75" style="position:absolute;left:31623;width:6096;height:2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">
                <v:imagedata r:id="rId8" o:title=""/>
              </v:shape>
              <v:shape id="Immagine 85" o:spid="_x0000_s1030" type="#_x0000_t75" style="position:absolute;left:41814;width:7811;height:34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">
                <v:imagedata r:id="rId9" o:title=""/>
              </v:shape>
              <v:shape id="Immagine 86" o:spid="_x0000_s1031" type="#_x0000_t75" style="position:absolute;left:52482;top:381;width:10522;height:2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">
                <v:imagedata r:id="rId10" o:title="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FEFD7" w14:textId="77777777" w:rsidR="002A549B" w:rsidRDefault="002A549B">
      <w:pPr>
        <w:spacing w:line="240" w:lineRule="auto"/>
      </w:pPr>
      <w:r>
        <w:separator/>
      </w:r>
    </w:p>
  </w:footnote>
  <w:footnote w:type="continuationSeparator" w:id="0">
    <w:p w14:paraId="65EB8C6A" w14:textId="77777777" w:rsidR="002A549B" w:rsidRDefault="002A54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52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604"/>
      <w:gridCol w:w="7258"/>
      <w:gridCol w:w="1633"/>
    </w:tblGrid>
    <w:tr w:rsidR="008B6DED" w14:paraId="7A6B9E4A" w14:textId="77777777" w:rsidTr="00C80EA3">
      <w:trPr>
        <w:trHeight w:hRule="exact" w:val="1722"/>
        <w:jc w:val="center"/>
      </w:trPr>
      <w:tc>
        <w:tcPr>
          <w:tcW w:w="764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14:paraId="3EF8B7D8" w14:textId="77777777" w:rsidR="008B6DED" w:rsidRDefault="008B6DED" w:rsidP="00C80EA3">
          <w:pPr>
            <w:spacing w:line="240" w:lineRule="auto"/>
            <w:ind w:left="0" w:right="0"/>
            <w:jc w:val="center"/>
            <w:rPr>
              <w:sz w:val="20"/>
            </w:rPr>
          </w:pPr>
          <w:r>
            <w:rPr>
              <w:noProof/>
            </w:rPr>
            <w:drawing>
              <wp:inline distT="0" distB="0" distL="0" distR="0" wp14:anchorId="57AFAABE" wp14:editId="093631DD">
                <wp:extent cx="928800" cy="603241"/>
                <wp:effectExtent l="0" t="0" r="5080" b="6985"/>
                <wp:docPr id="59" name="Immagine 59" descr="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7080" b="4473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8800" cy="6032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7" w:type="pct"/>
          <w:tcBorders>
            <w:top w:val="single" w:sz="8" w:space="0" w:color="auto"/>
            <w:left w:val="single" w:sz="8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6B1AC0A" w14:textId="77777777" w:rsidR="008B6DED" w:rsidRDefault="008B6DED" w:rsidP="00C80EA3">
          <w:pPr>
            <w:spacing w:line="240" w:lineRule="auto"/>
            <w:ind w:left="0" w:right="0"/>
            <w:jc w:val="center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Assessorato Regionale dell’Energia e dei Servizi di Pubblica Utilità</w:t>
          </w:r>
        </w:p>
        <w:p w14:paraId="4921DBEA" w14:textId="77777777" w:rsidR="008B6DED" w:rsidRDefault="008B6DED" w:rsidP="00C80EA3">
          <w:pPr>
            <w:spacing w:line="240" w:lineRule="auto"/>
            <w:ind w:left="0" w:right="0"/>
            <w:jc w:val="center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Dipartimento Regionale Dell’Acqua e dei Rifiuti</w:t>
          </w:r>
        </w:p>
        <w:p w14:paraId="32FE8982" w14:textId="77777777" w:rsidR="008B6DED" w:rsidRPr="00C80EA3" w:rsidRDefault="008B6DED" w:rsidP="00C80EA3">
          <w:pPr>
            <w:spacing w:line="240" w:lineRule="auto"/>
            <w:ind w:left="0" w:right="0"/>
            <w:jc w:val="center"/>
            <w:rPr>
              <w:i/>
              <w:sz w:val="14"/>
              <w:szCs w:val="14"/>
            </w:rPr>
          </w:pPr>
        </w:p>
        <w:p w14:paraId="69EE1079" w14:textId="77777777" w:rsidR="008B6DED" w:rsidRPr="00C80EA3" w:rsidRDefault="008B6DED" w:rsidP="00C80EA3">
          <w:pPr>
            <w:spacing w:after="100" w:line="240" w:lineRule="auto"/>
            <w:ind w:left="0" w:right="0"/>
            <w:jc w:val="center"/>
            <w:rPr>
              <w:b/>
              <w:i/>
              <w:sz w:val="22"/>
              <w:szCs w:val="22"/>
            </w:rPr>
          </w:pPr>
          <w:r w:rsidRPr="00C80EA3">
            <w:rPr>
              <w:b/>
              <w:i/>
              <w:sz w:val="22"/>
              <w:szCs w:val="22"/>
            </w:rPr>
            <w:t>DIGA GIBBESI</w:t>
          </w:r>
        </w:p>
        <w:p w14:paraId="0118727B" w14:textId="77777777" w:rsidR="00376A58" w:rsidRDefault="00376A58" w:rsidP="00376A58">
          <w:pPr>
            <w:spacing w:after="100" w:line="240" w:lineRule="auto"/>
            <w:ind w:left="0" w:right="0"/>
            <w:jc w:val="center"/>
            <w:rPr>
              <w:b/>
              <w:i/>
              <w:iCs/>
              <w:sz w:val="20"/>
            </w:rPr>
          </w:pPr>
          <w:r w:rsidRPr="00376A58">
            <w:rPr>
              <w:b/>
              <w:i/>
              <w:iCs/>
              <w:sz w:val="20"/>
            </w:rPr>
            <w:t xml:space="preserve">SERVIZIO A </w:t>
          </w:r>
          <w:r>
            <w:rPr>
              <w:b/>
              <w:i/>
              <w:iCs/>
              <w:sz w:val="20"/>
            </w:rPr>
            <w:t xml:space="preserve"> - </w:t>
          </w:r>
          <w:r w:rsidRPr="00376A58">
            <w:rPr>
              <w:b/>
              <w:i/>
              <w:iCs/>
              <w:sz w:val="20"/>
            </w:rPr>
            <w:t xml:space="preserve">RIVALUTAZIONE DELLA SICUREZZA SISMICA DELLO </w:t>
          </w:r>
        </w:p>
        <w:p w14:paraId="12167EB6" w14:textId="183D41F7" w:rsidR="00376A58" w:rsidRPr="00376A58" w:rsidRDefault="00376A58" w:rsidP="00376A58">
          <w:pPr>
            <w:spacing w:after="100" w:line="240" w:lineRule="auto"/>
            <w:ind w:left="0" w:right="0"/>
            <w:jc w:val="center"/>
            <w:rPr>
              <w:b/>
              <w:i/>
              <w:iCs/>
              <w:sz w:val="20"/>
            </w:rPr>
          </w:pPr>
          <w:r w:rsidRPr="00376A58">
            <w:rPr>
              <w:b/>
              <w:i/>
              <w:iCs/>
              <w:sz w:val="20"/>
            </w:rPr>
            <w:t>SBARRAMENTO IN MATERIALE SCIOLTO</w:t>
          </w:r>
          <w:r>
            <w:rPr>
              <w:b/>
              <w:i/>
              <w:iCs/>
              <w:sz w:val="20"/>
            </w:rPr>
            <w:t xml:space="preserve"> </w:t>
          </w:r>
          <w:r w:rsidRPr="00376A58">
            <w:rPr>
              <w:b/>
              <w:i/>
              <w:iCs/>
              <w:sz w:val="20"/>
            </w:rPr>
            <w:t xml:space="preserve"> E DELLE OPERE ACCESSORIE</w:t>
          </w:r>
        </w:p>
        <w:p w14:paraId="6F7F9F37" w14:textId="2B6DE4D6" w:rsidR="008B6DED" w:rsidRPr="00BD6A25" w:rsidRDefault="008B6DED" w:rsidP="00C80EA3">
          <w:pPr>
            <w:spacing w:after="100" w:line="240" w:lineRule="auto"/>
            <w:ind w:left="0" w:right="0"/>
            <w:jc w:val="center"/>
            <w:rPr>
              <w:b/>
              <w:sz w:val="20"/>
            </w:rPr>
          </w:pPr>
        </w:p>
      </w:tc>
      <w:tc>
        <w:tcPr>
          <w:tcW w:w="778" w:type="pct"/>
          <w:tcBorders>
            <w:top w:val="single" w:sz="8" w:space="0" w:color="auto"/>
            <w:left w:val="single" w:sz="6" w:space="0" w:color="auto"/>
            <w:right w:val="single" w:sz="8" w:space="0" w:color="auto"/>
          </w:tcBorders>
          <w:vAlign w:val="center"/>
          <w:hideMark/>
        </w:tcPr>
        <w:p w14:paraId="0E0BEC0E" w14:textId="77777777" w:rsidR="008B6DED" w:rsidRPr="00B24CA3" w:rsidRDefault="008B6DED" w:rsidP="00C80EA3">
          <w:pPr>
            <w:spacing w:line="240" w:lineRule="auto"/>
            <w:ind w:left="0" w:right="0"/>
            <w:jc w:val="center"/>
            <w:rPr>
              <w:b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7F23A1E8" wp14:editId="15072B15">
                <wp:extent cx="928800" cy="672579"/>
                <wp:effectExtent l="0" t="0" r="5080" b="0"/>
                <wp:docPr id="60" name="Immagine 60" descr="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1505" b="4473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8800" cy="672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6DED" w:rsidRPr="00440BCA" w14:paraId="10F0ACEE" w14:textId="77777777" w:rsidTr="008409F2">
      <w:trPr>
        <w:trHeight w:val="520"/>
        <w:jc w:val="center"/>
      </w:trPr>
      <w:tc>
        <w:tcPr>
          <w:tcW w:w="764" w:type="pct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0DA4687C" w14:textId="77777777" w:rsidR="008B6DED" w:rsidRPr="008409F2" w:rsidRDefault="008B6DED" w:rsidP="00BA3F0B">
          <w:pPr>
            <w:spacing w:after="40" w:line="160" w:lineRule="atLeast"/>
            <w:ind w:left="0" w:right="0"/>
            <w:jc w:val="center"/>
            <w:rPr>
              <w:b/>
              <w:bCs/>
              <w:sz w:val="14"/>
              <w:szCs w:val="14"/>
              <w:lang w:val="en-US"/>
            </w:rPr>
          </w:pPr>
          <w:r w:rsidRPr="008409F2">
            <w:rPr>
              <w:b/>
              <w:bCs/>
              <w:sz w:val="14"/>
              <w:szCs w:val="14"/>
              <w:lang w:val="en-US"/>
            </w:rPr>
            <w:t>II122F</w:t>
          </w:r>
        </w:p>
        <w:p w14:paraId="77490A3A" w14:textId="671FA5A4" w:rsidR="008B6DED" w:rsidRPr="008409F2" w:rsidRDefault="00376A58" w:rsidP="00BA3F0B">
          <w:pPr>
            <w:spacing w:after="40" w:line="160" w:lineRule="atLeast"/>
            <w:ind w:left="0" w:right="0"/>
            <w:jc w:val="center"/>
            <w:rPr>
              <w:b/>
              <w:bCs/>
              <w:sz w:val="14"/>
              <w:szCs w:val="14"/>
              <w:lang w:val="en-US"/>
            </w:rPr>
          </w:pPr>
          <w:r>
            <w:rPr>
              <w:b/>
              <w:bCs/>
              <w:sz w:val="14"/>
              <w:szCs w:val="14"/>
              <w:lang w:val="en-US"/>
            </w:rPr>
            <w:t>A</w:t>
          </w:r>
          <w:r w:rsidR="008B6DED" w:rsidRPr="008409F2">
            <w:rPr>
              <w:b/>
              <w:bCs/>
              <w:sz w:val="14"/>
              <w:szCs w:val="14"/>
              <w:lang w:val="en-US"/>
            </w:rPr>
            <w:t>-</w:t>
          </w:r>
          <w:r>
            <w:rPr>
              <w:b/>
              <w:bCs/>
              <w:sz w:val="14"/>
              <w:szCs w:val="14"/>
              <w:lang w:val="en-US"/>
            </w:rPr>
            <w:t>GEN</w:t>
          </w:r>
          <w:r w:rsidR="008B6DED" w:rsidRPr="008409F2">
            <w:rPr>
              <w:b/>
              <w:bCs/>
              <w:sz w:val="14"/>
              <w:szCs w:val="14"/>
              <w:lang w:val="en-US"/>
            </w:rPr>
            <w:t xml:space="preserve">- </w:t>
          </w:r>
          <w:r w:rsidR="008409F2" w:rsidRPr="008409F2">
            <w:rPr>
              <w:b/>
              <w:bCs/>
              <w:sz w:val="14"/>
              <w:szCs w:val="14"/>
              <w:lang w:val="en-US"/>
            </w:rPr>
            <w:t>EE</w:t>
          </w:r>
          <w:r w:rsidR="008B6DED" w:rsidRPr="008409F2">
            <w:rPr>
              <w:b/>
              <w:bCs/>
              <w:sz w:val="14"/>
              <w:szCs w:val="14"/>
              <w:lang w:val="en-US"/>
            </w:rPr>
            <w:t>-</w:t>
          </w:r>
          <w:r w:rsidR="00C85DC4" w:rsidRPr="008409F2">
            <w:rPr>
              <w:b/>
              <w:bCs/>
              <w:sz w:val="14"/>
              <w:szCs w:val="14"/>
              <w:lang w:val="en-US"/>
            </w:rPr>
            <w:t>001</w:t>
          </w:r>
          <w:r w:rsidR="008B6DED" w:rsidRPr="008409F2">
            <w:rPr>
              <w:b/>
              <w:bCs/>
              <w:sz w:val="14"/>
              <w:szCs w:val="14"/>
              <w:lang w:val="en-US"/>
            </w:rPr>
            <w:t>-00</w:t>
          </w:r>
        </w:p>
      </w:tc>
      <w:tc>
        <w:tcPr>
          <w:tcW w:w="3457" w:type="pct"/>
          <w:tcBorders>
            <w:top w:val="single" w:sz="6" w:space="0" w:color="auto"/>
            <w:left w:val="single" w:sz="8" w:space="0" w:color="auto"/>
            <w:bottom w:val="single" w:sz="8" w:space="0" w:color="auto"/>
            <w:right w:val="single" w:sz="6" w:space="0" w:color="auto"/>
          </w:tcBorders>
          <w:shd w:val="clear" w:color="auto" w:fill="auto"/>
          <w:vAlign w:val="center"/>
        </w:tcPr>
        <w:p w14:paraId="481A4137" w14:textId="32CAF01E" w:rsidR="008B6DED" w:rsidRPr="008409F2" w:rsidRDefault="008409F2" w:rsidP="00C80EA3">
          <w:pPr>
            <w:spacing w:line="240" w:lineRule="auto"/>
            <w:ind w:left="0" w:right="0"/>
            <w:jc w:val="center"/>
            <w:rPr>
              <w:b/>
              <w:i/>
              <w:sz w:val="14"/>
              <w:szCs w:val="14"/>
            </w:rPr>
          </w:pPr>
          <w:r w:rsidRPr="008409F2">
            <w:rPr>
              <w:b/>
              <w:sz w:val="14"/>
              <w:szCs w:val="14"/>
            </w:rPr>
            <w:t>ELENCO ELABORATI</w:t>
          </w:r>
        </w:p>
      </w:tc>
      <w:tc>
        <w:tcPr>
          <w:tcW w:w="778" w:type="pct"/>
          <w:tcBorders>
            <w:top w:val="single" w:sz="4" w:space="0" w:color="auto"/>
            <w:left w:val="single" w:sz="6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3244B56C" w14:textId="561E4ADE" w:rsidR="008B6DED" w:rsidRPr="00440BCA" w:rsidRDefault="008B6DED" w:rsidP="00C80EA3">
          <w:pPr>
            <w:spacing w:line="240" w:lineRule="auto"/>
            <w:ind w:left="0" w:right="0"/>
            <w:jc w:val="center"/>
            <w:rPr>
              <w:sz w:val="16"/>
              <w:szCs w:val="16"/>
            </w:rPr>
          </w:pPr>
          <w:r w:rsidRPr="00B24CA3">
            <w:rPr>
              <w:b/>
              <w:sz w:val="18"/>
              <w:szCs w:val="18"/>
            </w:rPr>
            <w:t xml:space="preserve">Pag. </w:t>
          </w:r>
          <w:r w:rsidRPr="00AB292D">
            <w:rPr>
              <w:b/>
              <w:sz w:val="18"/>
              <w:szCs w:val="18"/>
            </w:rPr>
            <w:fldChar w:fldCharType="begin"/>
          </w:r>
          <w:r w:rsidRPr="00AB292D">
            <w:rPr>
              <w:b/>
              <w:sz w:val="18"/>
              <w:szCs w:val="18"/>
            </w:rPr>
            <w:instrText>PAGE  \* Arabic  \* MERGEFORMAT</w:instrText>
          </w:r>
          <w:r w:rsidRPr="00AB292D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7</w:t>
          </w:r>
          <w:r w:rsidRPr="00AB292D">
            <w:rPr>
              <w:b/>
              <w:sz w:val="18"/>
              <w:szCs w:val="18"/>
            </w:rPr>
            <w:fldChar w:fldCharType="end"/>
          </w:r>
          <w:r w:rsidRPr="00AB292D">
            <w:rPr>
              <w:b/>
              <w:sz w:val="18"/>
              <w:szCs w:val="18"/>
            </w:rPr>
            <w:t xml:space="preserve"> di </w:t>
          </w:r>
          <w:r w:rsidR="008409F2">
            <w:rPr>
              <w:b/>
              <w:sz w:val="18"/>
              <w:szCs w:val="18"/>
            </w:rPr>
            <w:t>2</w:t>
          </w:r>
        </w:p>
      </w:tc>
    </w:tr>
  </w:tbl>
  <w:p w14:paraId="7C26DEE1" w14:textId="77777777" w:rsidR="008B6DED" w:rsidRPr="00440BCA" w:rsidRDefault="008B6DED" w:rsidP="00440BCA">
    <w:pPr>
      <w:pStyle w:val="Intestazione"/>
      <w:jc w:val="both"/>
      <w:rPr>
        <w:sz w:val="16"/>
        <w:szCs w:val="16"/>
      </w:rPr>
    </w:pPr>
  </w:p>
  <w:p w14:paraId="7A415552" w14:textId="77777777" w:rsidR="008B6DED" w:rsidRPr="00440BCA" w:rsidRDefault="008B6DED" w:rsidP="005A3900">
    <w:pPr>
      <w:pStyle w:val="Intestazione"/>
      <w:tabs>
        <w:tab w:val="clear" w:pos="4819"/>
        <w:tab w:val="clear" w:pos="9638"/>
        <w:tab w:val="center" w:pos="5103"/>
      </w:tabs>
      <w:rPr>
        <w:rFonts w:cs="Arial"/>
        <w:sz w:val="16"/>
        <w:szCs w:val="16"/>
      </w:rPr>
    </w:pPr>
  </w:p>
  <w:p w14:paraId="37732719" w14:textId="77777777" w:rsidR="008B6DED" w:rsidRDefault="008B6D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1A02"/>
    <w:multiLevelType w:val="hybridMultilevel"/>
    <w:tmpl w:val="14B4C10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EF578C4"/>
    <w:multiLevelType w:val="hybridMultilevel"/>
    <w:tmpl w:val="7910B96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F944B6D"/>
    <w:multiLevelType w:val="hybridMultilevel"/>
    <w:tmpl w:val="AF2E200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BF32C8"/>
    <w:multiLevelType w:val="hybridMultilevel"/>
    <w:tmpl w:val="AF20F6F0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332534"/>
    <w:multiLevelType w:val="hybridMultilevel"/>
    <w:tmpl w:val="10223F7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28A4DE6"/>
    <w:multiLevelType w:val="hybridMultilevel"/>
    <w:tmpl w:val="8A960CC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3B6462"/>
    <w:multiLevelType w:val="hybridMultilevel"/>
    <w:tmpl w:val="6D3E649E"/>
    <w:lvl w:ilvl="0" w:tplc="461067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735550B"/>
    <w:multiLevelType w:val="hybridMultilevel"/>
    <w:tmpl w:val="8E444EA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C72545E"/>
    <w:multiLevelType w:val="hybridMultilevel"/>
    <w:tmpl w:val="C0785250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0CD6A42"/>
    <w:multiLevelType w:val="hybridMultilevel"/>
    <w:tmpl w:val="5B04366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2860EA0"/>
    <w:multiLevelType w:val="hybridMultilevel"/>
    <w:tmpl w:val="92E6F23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3AE4A49"/>
    <w:multiLevelType w:val="hybridMultilevel"/>
    <w:tmpl w:val="14B4C10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B5A28D1"/>
    <w:multiLevelType w:val="hybridMultilevel"/>
    <w:tmpl w:val="40C0946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B882391"/>
    <w:multiLevelType w:val="hybridMultilevel"/>
    <w:tmpl w:val="466AAF3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C763573"/>
    <w:multiLevelType w:val="hybridMultilevel"/>
    <w:tmpl w:val="7E7CF91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D6F7905"/>
    <w:multiLevelType w:val="hybridMultilevel"/>
    <w:tmpl w:val="1244161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EDB1E5B"/>
    <w:multiLevelType w:val="hybridMultilevel"/>
    <w:tmpl w:val="814E129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F543656"/>
    <w:multiLevelType w:val="hybridMultilevel"/>
    <w:tmpl w:val="A532F0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2770E34"/>
    <w:multiLevelType w:val="hybridMultilevel"/>
    <w:tmpl w:val="1902CF8A"/>
    <w:lvl w:ilvl="0" w:tplc="70807B76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2D64DC8"/>
    <w:multiLevelType w:val="hybridMultilevel"/>
    <w:tmpl w:val="624C556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5F51275"/>
    <w:multiLevelType w:val="hybridMultilevel"/>
    <w:tmpl w:val="708E9B2C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9434734"/>
    <w:multiLevelType w:val="hybridMultilevel"/>
    <w:tmpl w:val="B90A3410"/>
    <w:lvl w:ilvl="0" w:tplc="0410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01E6616"/>
    <w:multiLevelType w:val="hybridMultilevel"/>
    <w:tmpl w:val="4F0E339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04D608A"/>
    <w:multiLevelType w:val="hybridMultilevel"/>
    <w:tmpl w:val="983EF826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52B4080E"/>
    <w:multiLevelType w:val="hybridMultilevel"/>
    <w:tmpl w:val="7388BE8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ED263C9"/>
    <w:multiLevelType w:val="hybridMultilevel"/>
    <w:tmpl w:val="C68A11DE"/>
    <w:lvl w:ilvl="0" w:tplc="D9981630">
      <w:start w:val="1"/>
      <w:numFmt w:val="bullet"/>
      <w:pStyle w:val="Par1punti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26" w15:restartNumberingAfterBreak="0">
    <w:nsid w:val="605160A7"/>
    <w:multiLevelType w:val="hybridMultilevel"/>
    <w:tmpl w:val="6DFE334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1484BF2"/>
    <w:multiLevelType w:val="hybridMultilevel"/>
    <w:tmpl w:val="8EE0BC5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8E141DA"/>
    <w:multiLevelType w:val="hybridMultilevel"/>
    <w:tmpl w:val="0E5432A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B585947"/>
    <w:multiLevelType w:val="hybridMultilevel"/>
    <w:tmpl w:val="75D2905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B8C1863"/>
    <w:multiLevelType w:val="hybridMultilevel"/>
    <w:tmpl w:val="C262B408"/>
    <w:lvl w:ilvl="0" w:tplc="9788CC82">
      <w:start w:val="1"/>
      <w:numFmt w:val="bullet"/>
      <w:lvlText w:val=""/>
      <w:lvlJc w:val="left"/>
      <w:pPr>
        <w:tabs>
          <w:tab w:val="num" w:pos="4429"/>
        </w:tabs>
        <w:ind w:left="4429" w:hanging="360"/>
      </w:pPr>
      <w:rPr>
        <w:rFonts w:ascii="Symbol" w:hAnsi="Symbol" w:hint="default"/>
      </w:rPr>
    </w:lvl>
    <w:lvl w:ilvl="1" w:tplc="12280E54">
      <w:start w:val="1"/>
      <w:numFmt w:val="bullet"/>
      <w:pStyle w:val="Par2punti"/>
      <w:lvlText w:val=""/>
      <w:lvlJc w:val="left"/>
      <w:pPr>
        <w:tabs>
          <w:tab w:val="num" w:pos="2552"/>
        </w:tabs>
        <w:ind w:left="2552" w:hanging="283"/>
      </w:pPr>
      <w:rPr>
        <w:rFonts w:ascii="Symbol" w:hAnsi="Symbol" w:hint="default"/>
      </w:rPr>
    </w:lvl>
    <w:lvl w:ilvl="2" w:tplc="5428161A">
      <w:start w:val="1"/>
      <w:numFmt w:val="bullet"/>
      <w:pStyle w:val="Par2puntilinea"/>
      <w:lvlText w:val="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3" w:tplc="B846FE96">
      <w:start w:val="1"/>
      <w:numFmt w:val="lowerLetter"/>
      <w:pStyle w:val="Par2lettere"/>
      <w:lvlText w:val="%4)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4" w:tplc="10943DCC">
      <w:start w:val="1"/>
      <w:numFmt w:val="decimal"/>
      <w:pStyle w:val="Par2numeri"/>
      <w:lvlText w:val="%5."/>
      <w:lvlJc w:val="left"/>
      <w:pPr>
        <w:tabs>
          <w:tab w:val="num" w:pos="4451"/>
        </w:tabs>
        <w:ind w:left="4451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F084C4E"/>
    <w:multiLevelType w:val="multilevel"/>
    <w:tmpl w:val="B656AC80"/>
    <w:lvl w:ilvl="0">
      <w:start w:val="1"/>
      <w:numFmt w:val="decimal"/>
      <w:pStyle w:val="Titolo1"/>
      <w:lvlText w:val="%1."/>
      <w:lvlJc w:val="left"/>
      <w:pPr>
        <w:tabs>
          <w:tab w:val="num" w:pos="1276"/>
        </w:tabs>
        <w:ind w:left="1276" w:hanging="425"/>
      </w:pPr>
    </w:lvl>
    <w:lvl w:ilvl="1">
      <w:start w:val="1"/>
      <w:numFmt w:val="decimal"/>
      <w:pStyle w:val="Titolo2"/>
      <w:lvlText w:val="%1.%2."/>
      <w:lvlJc w:val="left"/>
      <w:pPr>
        <w:tabs>
          <w:tab w:val="num" w:pos="1418"/>
        </w:tabs>
        <w:ind w:left="1418" w:hanging="567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2126"/>
        </w:tabs>
        <w:ind w:left="2126" w:hanging="708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709F58D7"/>
    <w:multiLevelType w:val="hybridMultilevel"/>
    <w:tmpl w:val="F2F4FC78"/>
    <w:lvl w:ilvl="0" w:tplc="9788CC82">
      <w:start w:val="1"/>
      <w:numFmt w:val="bullet"/>
      <w:lvlText w:val=""/>
      <w:lvlJc w:val="left"/>
      <w:pPr>
        <w:tabs>
          <w:tab w:val="num" w:pos="4429"/>
        </w:tabs>
        <w:ind w:left="4429" w:hanging="360"/>
      </w:pPr>
      <w:rPr>
        <w:rFonts w:ascii="Symbol" w:hAnsi="Symbol" w:hint="default"/>
      </w:rPr>
    </w:lvl>
    <w:lvl w:ilvl="1" w:tplc="44F0111E">
      <w:start w:val="1"/>
      <w:numFmt w:val="bullet"/>
      <w:pStyle w:val="Par2spunta"/>
      <w:lvlText w:val="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7BA7BDA"/>
    <w:multiLevelType w:val="hybridMultilevel"/>
    <w:tmpl w:val="B12C9326"/>
    <w:lvl w:ilvl="0" w:tplc="9F8E802C">
      <w:start w:val="1"/>
      <w:numFmt w:val="bullet"/>
      <w:pStyle w:val="Par1puntolinea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A238ABCE">
      <w:start w:val="1"/>
      <w:numFmt w:val="lowerLetter"/>
      <w:pStyle w:val="Par1lettere"/>
      <w:lvlText w:val="%2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24A0719A">
      <w:start w:val="1"/>
      <w:numFmt w:val="decimal"/>
      <w:pStyle w:val="Par1numeri"/>
      <w:lvlText w:val="%3."/>
      <w:lvlJc w:val="left"/>
      <w:pPr>
        <w:tabs>
          <w:tab w:val="num" w:pos="3011"/>
        </w:tabs>
        <w:ind w:left="3011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7BF3224"/>
    <w:multiLevelType w:val="hybridMultilevel"/>
    <w:tmpl w:val="B90A3410"/>
    <w:lvl w:ilvl="0" w:tplc="0410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A41607C"/>
    <w:multiLevelType w:val="hybridMultilevel"/>
    <w:tmpl w:val="5A1667B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BA83E19"/>
    <w:multiLevelType w:val="hybridMultilevel"/>
    <w:tmpl w:val="1706860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F372995"/>
    <w:multiLevelType w:val="hybridMultilevel"/>
    <w:tmpl w:val="C250F5E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0"/>
  </w:num>
  <w:num w:numId="3">
    <w:abstractNumId w:val="32"/>
  </w:num>
  <w:num w:numId="4">
    <w:abstractNumId w:val="25"/>
  </w:num>
  <w:num w:numId="5">
    <w:abstractNumId w:val="33"/>
  </w:num>
  <w:num w:numId="6">
    <w:abstractNumId w:val="11"/>
  </w:num>
  <w:num w:numId="7">
    <w:abstractNumId w:val="29"/>
  </w:num>
  <w:num w:numId="8">
    <w:abstractNumId w:val="21"/>
  </w:num>
  <w:num w:numId="9">
    <w:abstractNumId w:val="0"/>
  </w:num>
  <w:num w:numId="10">
    <w:abstractNumId w:val="19"/>
  </w:num>
  <w:num w:numId="11">
    <w:abstractNumId w:val="24"/>
  </w:num>
  <w:num w:numId="12">
    <w:abstractNumId w:val="17"/>
  </w:num>
  <w:num w:numId="13">
    <w:abstractNumId w:val="14"/>
  </w:num>
  <w:num w:numId="14">
    <w:abstractNumId w:val="31"/>
  </w:num>
  <w:num w:numId="15">
    <w:abstractNumId w:val="31"/>
  </w:num>
  <w:num w:numId="16">
    <w:abstractNumId w:val="26"/>
  </w:num>
  <w:num w:numId="17">
    <w:abstractNumId w:val="12"/>
  </w:num>
  <w:num w:numId="18">
    <w:abstractNumId w:val="10"/>
  </w:num>
  <w:num w:numId="19">
    <w:abstractNumId w:val="4"/>
  </w:num>
  <w:num w:numId="20">
    <w:abstractNumId w:val="5"/>
  </w:num>
  <w:num w:numId="21">
    <w:abstractNumId w:val="22"/>
  </w:num>
  <w:num w:numId="22">
    <w:abstractNumId w:val="9"/>
  </w:num>
  <w:num w:numId="23">
    <w:abstractNumId w:val="27"/>
  </w:num>
  <w:num w:numId="24">
    <w:abstractNumId w:val="36"/>
  </w:num>
  <w:num w:numId="25">
    <w:abstractNumId w:val="37"/>
  </w:num>
  <w:num w:numId="26">
    <w:abstractNumId w:val="15"/>
  </w:num>
  <w:num w:numId="27">
    <w:abstractNumId w:val="7"/>
  </w:num>
  <w:num w:numId="28">
    <w:abstractNumId w:val="13"/>
  </w:num>
  <w:num w:numId="29">
    <w:abstractNumId w:val="2"/>
  </w:num>
  <w:num w:numId="30">
    <w:abstractNumId w:val="28"/>
  </w:num>
  <w:num w:numId="31">
    <w:abstractNumId w:val="16"/>
  </w:num>
  <w:num w:numId="32">
    <w:abstractNumId w:val="20"/>
  </w:num>
  <w:num w:numId="33">
    <w:abstractNumId w:val="1"/>
  </w:num>
  <w:num w:numId="34">
    <w:abstractNumId w:val="18"/>
  </w:num>
  <w:num w:numId="35">
    <w:abstractNumId w:val="35"/>
  </w:num>
  <w:num w:numId="36">
    <w:abstractNumId w:val="34"/>
  </w:num>
  <w:num w:numId="37">
    <w:abstractNumId w:val="23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8"/>
  </w:num>
  <w:num w:numId="4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678"/>
    <w:rsid w:val="00002196"/>
    <w:rsid w:val="00005E5F"/>
    <w:rsid w:val="00012777"/>
    <w:rsid w:val="000135BD"/>
    <w:rsid w:val="00013AA4"/>
    <w:rsid w:val="000215BE"/>
    <w:rsid w:val="00021743"/>
    <w:rsid w:val="0002175A"/>
    <w:rsid w:val="0003320C"/>
    <w:rsid w:val="0003633A"/>
    <w:rsid w:val="00042840"/>
    <w:rsid w:val="00043440"/>
    <w:rsid w:val="00044256"/>
    <w:rsid w:val="000545CE"/>
    <w:rsid w:val="00060F02"/>
    <w:rsid w:val="0006125A"/>
    <w:rsid w:val="000617E8"/>
    <w:rsid w:val="00067F44"/>
    <w:rsid w:val="000707D3"/>
    <w:rsid w:val="00072505"/>
    <w:rsid w:val="00074AAE"/>
    <w:rsid w:val="000821EC"/>
    <w:rsid w:val="00082B38"/>
    <w:rsid w:val="000836E0"/>
    <w:rsid w:val="00085350"/>
    <w:rsid w:val="00090B7F"/>
    <w:rsid w:val="000912CC"/>
    <w:rsid w:val="0009208E"/>
    <w:rsid w:val="00095A4A"/>
    <w:rsid w:val="000B06AB"/>
    <w:rsid w:val="000B318A"/>
    <w:rsid w:val="000B62C1"/>
    <w:rsid w:val="000B755E"/>
    <w:rsid w:val="000C55EB"/>
    <w:rsid w:val="000C7C21"/>
    <w:rsid w:val="000C7C78"/>
    <w:rsid w:val="000D385E"/>
    <w:rsid w:val="000D5785"/>
    <w:rsid w:val="000D643C"/>
    <w:rsid w:val="000E1ECC"/>
    <w:rsid w:val="000E2099"/>
    <w:rsid w:val="000E2C19"/>
    <w:rsid w:val="000E37B2"/>
    <w:rsid w:val="000E4676"/>
    <w:rsid w:val="000E5BB4"/>
    <w:rsid w:val="000E6243"/>
    <w:rsid w:val="000F01D9"/>
    <w:rsid w:val="000F0C31"/>
    <w:rsid w:val="000F1435"/>
    <w:rsid w:val="000F2249"/>
    <w:rsid w:val="000F6230"/>
    <w:rsid w:val="00105702"/>
    <w:rsid w:val="001057CC"/>
    <w:rsid w:val="00107198"/>
    <w:rsid w:val="001105FE"/>
    <w:rsid w:val="00112530"/>
    <w:rsid w:val="0011406E"/>
    <w:rsid w:val="00115357"/>
    <w:rsid w:val="00117120"/>
    <w:rsid w:val="001171EA"/>
    <w:rsid w:val="00124CB5"/>
    <w:rsid w:val="001256B4"/>
    <w:rsid w:val="00137251"/>
    <w:rsid w:val="001433AF"/>
    <w:rsid w:val="00145295"/>
    <w:rsid w:val="00145B35"/>
    <w:rsid w:val="00145F28"/>
    <w:rsid w:val="0014694F"/>
    <w:rsid w:val="00146B34"/>
    <w:rsid w:val="00150A08"/>
    <w:rsid w:val="00151F02"/>
    <w:rsid w:val="00163D7D"/>
    <w:rsid w:val="00165490"/>
    <w:rsid w:val="00167D2F"/>
    <w:rsid w:val="00180666"/>
    <w:rsid w:val="00180C41"/>
    <w:rsid w:val="001836E6"/>
    <w:rsid w:val="0019098F"/>
    <w:rsid w:val="00192657"/>
    <w:rsid w:val="001933FF"/>
    <w:rsid w:val="00193B34"/>
    <w:rsid w:val="00195F9D"/>
    <w:rsid w:val="001B19DC"/>
    <w:rsid w:val="001B1B63"/>
    <w:rsid w:val="001B21BA"/>
    <w:rsid w:val="001B52B2"/>
    <w:rsid w:val="001B5AB7"/>
    <w:rsid w:val="001C14B8"/>
    <w:rsid w:val="001C3E13"/>
    <w:rsid w:val="001C570B"/>
    <w:rsid w:val="001C5AE9"/>
    <w:rsid w:val="001D0667"/>
    <w:rsid w:val="001D091A"/>
    <w:rsid w:val="001D2D59"/>
    <w:rsid w:val="001D3D9F"/>
    <w:rsid w:val="001D4FF3"/>
    <w:rsid w:val="001D50AF"/>
    <w:rsid w:val="001D71F4"/>
    <w:rsid w:val="001D7229"/>
    <w:rsid w:val="001E27C6"/>
    <w:rsid w:val="001E5F6B"/>
    <w:rsid w:val="001F39B1"/>
    <w:rsid w:val="001F77A5"/>
    <w:rsid w:val="0020020F"/>
    <w:rsid w:val="0020268D"/>
    <w:rsid w:val="0020581B"/>
    <w:rsid w:val="00213BEB"/>
    <w:rsid w:val="00220C59"/>
    <w:rsid w:val="00221F9B"/>
    <w:rsid w:val="0022342F"/>
    <w:rsid w:val="00226C23"/>
    <w:rsid w:val="00231482"/>
    <w:rsid w:val="00231857"/>
    <w:rsid w:val="0023598C"/>
    <w:rsid w:val="00237C95"/>
    <w:rsid w:val="00243EC5"/>
    <w:rsid w:val="00245CC7"/>
    <w:rsid w:val="00246CAC"/>
    <w:rsid w:val="00250842"/>
    <w:rsid w:val="002516DB"/>
    <w:rsid w:val="00251DE2"/>
    <w:rsid w:val="002526A5"/>
    <w:rsid w:val="00253903"/>
    <w:rsid w:val="00253D12"/>
    <w:rsid w:val="00255F23"/>
    <w:rsid w:val="00263734"/>
    <w:rsid w:val="00263CF2"/>
    <w:rsid w:val="00263E14"/>
    <w:rsid w:val="00266555"/>
    <w:rsid w:val="0026698F"/>
    <w:rsid w:val="002728C6"/>
    <w:rsid w:val="00272CB0"/>
    <w:rsid w:val="002760A3"/>
    <w:rsid w:val="00282ED9"/>
    <w:rsid w:val="0028368E"/>
    <w:rsid w:val="00283A26"/>
    <w:rsid w:val="002869E0"/>
    <w:rsid w:val="00287630"/>
    <w:rsid w:val="00290EC8"/>
    <w:rsid w:val="002A4B2A"/>
    <w:rsid w:val="002A549B"/>
    <w:rsid w:val="002A5C31"/>
    <w:rsid w:val="002A5FA9"/>
    <w:rsid w:val="002B0FE0"/>
    <w:rsid w:val="002B15DA"/>
    <w:rsid w:val="002B3C8C"/>
    <w:rsid w:val="002C60CE"/>
    <w:rsid w:val="002D18A6"/>
    <w:rsid w:val="002E09E8"/>
    <w:rsid w:val="002E2346"/>
    <w:rsid w:val="002E256E"/>
    <w:rsid w:val="002E38AF"/>
    <w:rsid w:val="002E5D02"/>
    <w:rsid w:val="002E7A81"/>
    <w:rsid w:val="002F07CD"/>
    <w:rsid w:val="002F12E8"/>
    <w:rsid w:val="002F18A6"/>
    <w:rsid w:val="002F28F3"/>
    <w:rsid w:val="002F389C"/>
    <w:rsid w:val="002F4764"/>
    <w:rsid w:val="002F590B"/>
    <w:rsid w:val="0030002E"/>
    <w:rsid w:val="00305296"/>
    <w:rsid w:val="00306EEA"/>
    <w:rsid w:val="0031024A"/>
    <w:rsid w:val="00311A87"/>
    <w:rsid w:val="00311E61"/>
    <w:rsid w:val="00312578"/>
    <w:rsid w:val="00316BC2"/>
    <w:rsid w:val="00321167"/>
    <w:rsid w:val="003236ED"/>
    <w:rsid w:val="0032483A"/>
    <w:rsid w:val="00331A53"/>
    <w:rsid w:val="00332913"/>
    <w:rsid w:val="003349E3"/>
    <w:rsid w:val="003350B3"/>
    <w:rsid w:val="00335CAB"/>
    <w:rsid w:val="00341E33"/>
    <w:rsid w:val="00343E07"/>
    <w:rsid w:val="00345B97"/>
    <w:rsid w:val="00352609"/>
    <w:rsid w:val="00354E38"/>
    <w:rsid w:val="00355D19"/>
    <w:rsid w:val="00356036"/>
    <w:rsid w:val="00365158"/>
    <w:rsid w:val="003652E0"/>
    <w:rsid w:val="00370545"/>
    <w:rsid w:val="003746C8"/>
    <w:rsid w:val="00375CDD"/>
    <w:rsid w:val="00376A58"/>
    <w:rsid w:val="00377C90"/>
    <w:rsid w:val="00377F18"/>
    <w:rsid w:val="00380B1D"/>
    <w:rsid w:val="003820B3"/>
    <w:rsid w:val="00382616"/>
    <w:rsid w:val="00383D61"/>
    <w:rsid w:val="00387D42"/>
    <w:rsid w:val="00387D7C"/>
    <w:rsid w:val="00387DD2"/>
    <w:rsid w:val="00396024"/>
    <w:rsid w:val="003A347B"/>
    <w:rsid w:val="003A3E11"/>
    <w:rsid w:val="003A786E"/>
    <w:rsid w:val="003B13CD"/>
    <w:rsid w:val="003B14E2"/>
    <w:rsid w:val="003B2B02"/>
    <w:rsid w:val="003B548E"/>
    <w:rsid w:val="003C134F"/>
    <w:rsid w:val="003C2888"/>
    <w:rsid w:val="003C4678"/>
    <w:rsid w:val="003C4679"/>
    <w:rsid w:val="003C640B"/>
    <w:rsid w:val="003C78E6"/>
    <w:rsid w:val="003D2311"/>
    <w:rsid w:val="003D3997"/>
    <w:rsid w:val="003D3AAE"/>
    <w:rsid w:val="003D4B88"/>
    <w:rsid w:val="003D5076"/>
    <w:rsid w:val="003D654A"/>
    <w:rsid w:val="003D6A70"/>
    <w:rsid w:val="003D753B"/>
    <w:rsid w:val="003E0C29"/>
    <w:rsid w:val="003E4C6A"/>
    <w:rsid w:val="003E66B7"/>
    <w:rsid w:val="003E6F3B"/>
    <w:rsid w:val="003E7289"/>
    <w:rsid w:val="003F72B3"/>
    <w:rsid w:val="00400598"/>
    <w:rsid w:val="00401BE4"/>
    <w:rsid w:val="00401DFF"/>
    <w:rsid w:val="0040570C"/>
    <w:rsid w:val="00406079"/>
    <w:rsid w:val="004061CC"/>
    <w:rsid w:val="004062B7"/>
    <w:rsid w:val="004108D7"/>
    <w:rsid w:val="004137C0"/>
    <w:rsid w:val="00430CC4"/>
    <w:rsid w:val="004318DA"/>
    <w:rsid w:val="00437ED8"/>
    <w:rsid w:val="00440BCA"/>
    <w:rsid w:val="004424C1"/>
    <w:rsid w:val="004432CA"/>
    <w:rsid w:val="00443AA3"/>
    <w:rsid w:val="0044487C"/>
    <w:rsid w:val="00445709"/>
    <w:rsid w:val="00451296"/>
    <w:rsid w:val="004516E0"/>
    <w:rsid w:val="00471A0A"/>
    <w:rsid w:val="00472392"/>
    <w:rsid w:val="00472E4D"/>
    <w:rsid w:val="00476F7E"/>
    <w:rsid w:val="00477C3D"/>
    <w:rsid w:val="00480408"/>
    <w:rsid w:val="00482DB4"/>
    <w:rsid w:val="004877E2"/>
    <w:rsid w:val="00494CB6"/>
    <w:rsid w:val="00497942"/>
    <w:rsid w:val="004A1204"/>
    <w:rsid w:val="004A268F"/>
    <w:rsid w:val="004A4937"/>
    <w:rsid w:val="004B3F64"/>
    <w:rsid w:val="004B5825"/>
    <w:rsid w:val="004C1D71"/>
    <w:rsid w:val="004C575B"/>
    <w:rsid w:val="004C65BA"/>
    <w:rsid w:val="004E30D4"/>
    <w:rsid w:val="004E62F4"/>
    <w:rsid w:val="004E7FE3"/>
    <w:rsid w:val="004F4157"/>
    <w:rsid w:val="004F7DD1"/>
    <w:rsid w:val="0050122E"/>
    <w:rsid w:val="005016C1"/>
    <w:rsid w:val="0050313B"/>
    <w:rsid w:val="00506B68"/>
    <w:rsid w:val="0050733B"/>
    <w:rsid w:val="00511E07"/>
    <w:rsid w:val="00514E34"/>
    <w:rsid w:val="00521B43"/>
    <w:rsid w:val="005224E0"/>
    <w:rsid w:val="00530B0D"/>
    <w:rsid w:val="005364E9"/>
    <w:rsid w:val="00536B69"/>
    <w:rsid w:val="005411F5"/>
    <w:rsid w:val="005412E7"/>
    <w:rsid w:val="00545B90"/>
    <w:rsid w:val="00545EA0"/>
    <w:rsid w:val="005509FD"/>
    <w:rsid w:val="0055307D"/>
    <w:rsid w:val="00555536"/>
    <w:rsid w:val="00563694"/>
    <w:rsid w:val="005643C6"/>
    <w:rsid w:val="00565722"/>
    <w:rsid w:val="0056677E"/>
    <w:rsid w:val="00566BC8"/>
    <w:rsid w:val="00570697"/>
    <w:rsid w:val="00570C47"/>
    <w:rsid w:val="00573D4A"/>
    <w:rsid w:val="00575C10"/>
    <w:rsid w:val="00581331"/>
    <w:rsid w:val="00585EB5"/>
    <w:rsid w:val="005872D8"/>
    <w:rsid w:val="00587330"/>
    <w:rsid w:val="00587D6A"/>
    <w:rsid w:val="00592F26"/>
    <w:rsid w:val="005976E5"/>
    <w:rsid w:val="005A0225"/>
    <w:rsid w:val="005A0AD4"/>
    <w:rsid w:val="005A2DE3"/>
    <w:rsid w:val="005A3900"/>
    <w:rsid w:val="005B183A"/>
    <w:rsid w:val="005B1CB1"/>
    <w:rsid w:val="005C060F"/>
    <w:rsid w:val="005C24E9"/>
    <w:rsid w:val="005C55ED"/>
    <w:rsid w:val="005D1B71"/>
    <w:rsid w:val="005D30FD"/>
    <w:rsid w:val="005D3C0D"/>
    <w:rsid w:val="005D4F7B"/>
    <w:rsid w:val="005E6F33"/>
    <w:rsid w:val="005F0CA8"/>
    <w:rsid w:val="005F2509"/>
    <w:rsid w:val="005F2B93"/>
    <w:rsid w:val="005F3CA2"/>
    <w:rsid w:val="005F42BC"/>
    <w:rsid w:val="005F51CC"/>
    <w:rsid w:val="005F7283"/>
    <w:rsid w:val="005F7579"/>
    <w:rsid w:val="00602A3B"/>
    <w:rsid w:val="006032BE"/>
    <w:rsid w:val="00605268"/>
    <w:rsid w:val="006056B0"/>
    <w:rsid w:val="00605D17"/>
    <w:rsid w:val="00606F9C"/>
    <w:rsid w:val="006100E1"/>
    <w:rsid w:val="00610D1E"/>
    <w:rsid w:val="006111B0"/>
    <w:rsid w:val="00611A9A"/>
    <w:rsid w:val="006131F7"/>
    <w:rsid w:val="00620213"/>
    <w:rsid w:val="00621763"/>
    <w:rsid w:val="00622028"/>
    <w:rsid w:val="0062238C"/>
    <w:rsid w:val="006233F5"/>
    <w:rsid w:val="006237B4"/>
    <w:rsid w:val="00623DD2"/>
    <w:rsid w:val="006241D7"/>
    <w:rsid w:val="006259E3"/>
    <w:rsid w:val="00632E4B"/>
    <w:rsid w:val="0063379E"/>
    <w:rsid w:val="006342DD"/>
    <w:rsid w:val="00634F19"/>
    <w:rsid w:val="00641FEF"/>
    <w:rsid w:val="00643ABC"/>
    <w:rsid w:val="00647886"/>
    <w:rsid w:val="00652D1B"/>
    <w:rsid w:val="0065380F"/>
    <w:rsid w:val="00660382"/>
    <w:rsid w:val="00661731"/>
    <w:rsid w:val="00665E18"/>
    <w:rsid w:val="006665E9"/>
    <w:rsid w:val="00670179"/>
    <w:rsid w:val="0067271D"/>
    <w:rsid w:val="0067340C"/>
    <w:rsid w:val="00674C1A"/>
    <w:rsid w:val="00677EAD"/>
    <w:rsid w:val="006A16EE"/>
    <w:rsid w:val="006A4BA7"/>
    <w:rsid w:val="006C0343"/>
    <w:rsid w:val="006C3760"/>
    <w:rsid w:val="006C4ACC"/>
    <w:rsid w:val="006C5A78"/>
    <w:rsid w:val="006C5ADA"/>
    <w:rsid w:val="006C6E17"/>
    <w:rsid w:val="006D1CEC"/>
    <w:rsid w:val="006D2C79"/>
    <w:rsid w:val="006D3092"/>
    <w:rsid w:val="006D6876"/>
    <w:rsid w:val="006D6A61"/>
    <w:rsid w:val="006D7502"/>
    <w:rsid w:val="006E685C"/>
    <w:rsid w:val="006E7D1C"/>
    <w:rsid w:val="006F0EED"/>
    <w:rsid w:val="006F1CAF"/>
    <w:rsid w:val="006F2F76"/>
    <w:rsid w:val="00700738"/>
    <w:rsid w:val="00700AF2"/>
    <w:rsid w:val="00703269"/>
    <w:rsid w:val="007057E1"/>
    <w:rsid w:val="00710285"/>
    <w:rsid w:val="00710BB4"/>
    <w:rsid w:val="00712E60"/>
    <w:rsid w:val="007147EF"/>
    <w:rsid w:val="00714E4F"/>
    <w:rsid w:val="007212AF"/>
    <w:rsid w:val="007216F5"/>
    <w:rsid w:val="00724044"/>
    <w:rsid w:val="00724639"/>
    <w:rsid w:val="0072614C"/>
    <w:rsid w:val="0073352F"/>
    <w:rsid w:val="007424AD"/>
    <w:rsid w:val="0074610B"/>
    <w:rsid w:val="00753DD6"/>
    <w:rsid w:val="00763412"/>
    <w:rsid w:val="00764681"/>
    <w:rsid w:val="007761EF"/>
    <w:rsid w:val="00776B8F"/>
    <w:rsid w:val="00777658"/>
    <w:rsid w:val="0078467A"/>
    <w:rsid w:val="00785D64"/>
    <w:rsid w:val="00792E85"/>
    <w:rsid w:val="00796B95"/>
    <w:rsid w:val="0079725E"/>
    <w:rsid w:val="007A2297"/>
    <w:rsid w:val="007A47F6"/>
    <w:rsid w:val="007A58D1"/>
    <w:rsid w:val="007A6406"/>
    <w:rsid w:val="007A6CE6"/>
    <w:rsid w:val="007B0195"/>
    <w:rsid w:val="007B0ACC"/>
    <w:rsid w:val="007B17F6"/>
    <w:rsid w:val="007B39EF"/>
    <w:rsid w:val="007B65E5"/>
    <w:rsid w:val="007B6BFD"/>
    <w:rsid w:val="007C5A80"/>
    <w:rsid w:val="007C688D"/>
    <w:rsid w:val="007D1FC1"/>
    <w:rsid w:val="007D314A"/>
    <w:rsid w:val="007D4830"/>
    <w:rsid w:val="007E1879"/>
    <w:rsid w:val="007E3395"/>
    <w:rsid w:val="007E3E81"/>
    <w:rsid w:val="007E4034"/>
    <w:rsid w:val="007E45A2"/>
    <w:rsid w:val="007E7FC8"/>
    <w:rsid w:val="00803568"/>
    <w:rsid w:val="00805465"/>
    <w:rsid w:val="00811BBC"/>
    <w:rsid w:val="00816941"/>
    <w:rsid w:val="00816AD4"/>
    <w:rsid w:val="00823D26"/>
    <w:rsid w:val="00824D71"/>
    <w:rsid w:val="00825CC1"/>
    <w:rsid w:val="00827EAD"/>
    <w:rsid w:val="008307CA"/>
    <w:rsid w:val="008307FF"/>
    <w:rsid w:val="00833AB0"/>
    <w:rsid w:val="008409F2"/>
    <w:rsid w:val="00842EE7"/>
    <w:rsid w:val="00844361"/>
    <w:rsid w:val="008445D6"/>
    <w:rsid w:val="008458B6"/>
    <w:rsid w:val="00845D6B"/>
    <w:rsid w:val="00847175"/>
    <w:rsid w:val="00851359"/>
    <w:rsid w:val="00852FE2"/>
    <w:rsid w:val="0085390D"/>
    <w:rsid w:val="00853BF1"/>
    <w:rsid w:val="008544C1"/>
    <w:rsid w:val="00854AD7"/>
    <w:rsid w:val="00856996"/>
    <w:rsid w:val="0086220A"/>
    <w:rsid w:val="008625CA"/>
    <w:rsid w:val="0086557E"/>
    <w:rsid w:val="008672A4"/>
    <w:rsid w:val="008705C7"/>
    <w:rsid w:val="00872305"/>
    <w:rsid w:val="008737F1"/>
    <w:rsid w:val="00875233"/>
    <w:rsid w:val="00883964"/>
    <w:rsid w:val="00884742"/>
    <w:rsid w:val="00890B46"/>
    <w:rsid w:val="00893B66"/>
    <w:rsid w:val="008964FF"/>
    <w:rsid w:val="008A1E7B"/>
    <w:rsid w:val="008A3284"/>
    <w:rsid w:val="008A3923"/>
    <w:rsid w:val="008A562A"/>
    <w:rsid w:val="008A5A58"/>
    <w:rsid w:val="008B0FF8"/>
    <w:rsid w:val="008B324B"/>
    <w:rsid w:val="008B6DED"/>
    <w:rsid w:val="008B75C9"/>
    <w:rsid w:val="008B7B0E"/>
    <w:rsid w:val="008C4E48"/>
    <w:rsid w:val="008C54E3"/>
    <w:rsid w:val="008D012D"/>
    <w:rsid w:val="008D30F3"/>
    <w:rsid w:val="008D355B"/>
    <w:rsid w:val="008D659C"/>
    <w:rsid w:val="008D698A"/>
    <w:rsid w:val="008E0F0E"/>
    <w:rsid w:val="008E66CD"/>
    <w:rsid w:val="008F0AC1"/>
    <w:rsid w:val="008F0BA7"/>
    <w:rsid w:val="008F0CDB"/>
    <w:rsid w:val="008F673B"/>
    <w:rsid w:val="008F715B"/>
    <w:rsid w:val="008F7E3D"/>
    <w:rsid w:val="0090162F"/>
    <w:rsid w:val="00901BF5"/>
    <w:rsid w:val="00901E1A"/>
    <w:rsid w:val="00904D9B"/>
    <w:rsid w:val="00904F5A"/>
    <w:rsid w:val="009072A3"/>
    <w:rsid w:val="00911463"/>
    <w:rsid w:val="00916150"/>
    <w:rsid w:val="00922375"/>
    <w:rsid w:val="009319D5"/>
    <w:rsid w:val="00931C2D"/>
    <w:rsid w:val="00932F06"/>
    <w:rsid w:val="00933EEF"/>
    <w:rsid w:val="009344F8"/>
    <w:rsid w:val="0093493B"/>
    <w:rsid w:val="0094091C"/>
    <w:rsid w:val="00941933"/>
    <w:rsid w:val="009472E1"/>
    <w:rsid w:val="0095158B"/>
    <w:rsid w:val="00955F00"/>
    <w:rsid w:val="009573A8"/>
    <w:rsid w:val="0096316B"/>
    <w:rsid w:val="00964237"/>
    <w:rsid w:val="00964EF0"/>
    <w:rsid w:val="0096783B"/>
    <w:rsid w:val="00970566"/>
    <w:rsid w:val="00973ECC"/>
    <w:rsid w:val="00981A79"/>
    <w:rsid w:val="0098276F"/>
    <w:rsid w:val="0098334F"/>
    <w:rsid w:val="00985E5D"/>
    <w:rsid w:val="0098698C"/>
    <w:rsid w:val="0098768D"/>
    <w:rsid w:val="00987D21"/>
    <w:rsid w:val="00990FAC"/>
    <w:rsid w:val="00993716"/>
    <w:rsid w:val="00993CB8"/>
    <w:rsid w:val="00995405"/>
    <w:rsid w:val="009972D9"/>
    <w:rsid w:val="00997B37"/>
    <w:rsid w:val="009A303A"/>
    <w:rsid w:val="009A33C4"/>
    <w:rsid w:val="009A5FDF"/>
    <w:rsid w:val="009A6951"/>
    <w:rsid w:val="009B0F65"/>
    <w:rsid w:val="009B13D8"/>
    <w:rsid w:val="009B2B96"/>
    <w:rsid w:val="009B2F67"/>
    <w:rsid w:val="009B2F7C"/>
    <w:rsid w:val="009B4632"/>
    <w:rsid w:val="009B666B"/>
    <w:rsid w:val="009C028F"/>
    <w:rsid w:val="009C3ED9"/>
    <w:rsid w:val="009C5E2E"/>
    <w:rsid w:val="009D3552"/>
    <w:rsid w:val="009D565C"/>
    <w:rsid w:val="009E096C"/>
    <w:rsid w:val="009E0CB7"/>
    <w:rsid w:val="009E3CF8"/>
    <w:rsid w:val="009F446A"/>
    <w:rsid w:val="009F662C"/>
    <w:rsid w:val="00A01FF7"/>
    <w:rsid w:val="00A03925"/>
    <w:rsid w:val="00A0572E"/>
    <w:rsid w:val="00A1199F"/>
    <w:rsid w:val="00A16C36"/>
    <w:rsid w:val="00A25798"/>
    <w:rsid w:val="00A25D86"/>
    <w:rsid w:val="00A306F4"/>
    <w:rsid w:val="00A3752F"/>
    <w:rsid w:val="00A434DB"/>
    <w:rsid w:val="00A444D2"/>
    <w:rsid w:val="00A44D21"/>
    <w:rsid w:val="00A46663"/>
    <w:rsid w:val="00A5180F"/>
    <w:rsid w:val="00A54C4B"/>
    <w:rsid w:val="00A560D7"/>
    <w:rsid w:val="00A57656"/>
    <w:rsid w:val="00A60D1D"/>
    <w:rsid w:val="00A612F3"/>
    <w:rsid w:val="00A61D28"/>
    <w:rsid w:val="00A630F2"/>
    <w:rsid w:val="00A63BD0"/>
    <w:rsid w:val="00A65C10"/>
    <w:rsid w:val="00A67028"/>
    <w:rsid w:val="00A67696"/>
    <w:rsid w:val="00A70B57"/>
    <w:rsid w:val="00A715B6"/>
    <w:rsid w:val="00A75AFE"/>
    <w:rsid w:val="00A76011"/>
    <w:rsid w:val="00A76810"/>
    <w:rsid w:val="00A8271B"/>
    <w:rsid w:val="00A85700"/>
    <w:rsid w:val="00A939E8"/>
    <w:rsid w:val="00A94C2A"/>
    <w:rsid w:val="00A965FB"/>
    <w:rsid w:val="00AA2945"/>
    <w:rsid w:val="00AA4EFD"/>
    <w:rsid w:val="00AA5DAA"/>
    <w:rsid w:val="00AA666E"/>
    <w:rsid w:val="00AA6DF4"/>
    <w:rsid w:val="00AA7506"/>
    <w:rsid w:val="00AA78FC"/>
    <w:rsid w:val="00AB2003"/>
    <w:rsid w:val="00AB292D"/>
    <w:rsid w:val="00AB4808"/>
    <w:rsid w:val="00AB5395"/>
    <w:rsid w:val="00AB7460"/>
    <w:rsid w:val="00AC013E"/>
    <w:rsid w:val="00AC1390"/>
    <w:rsid w:val="00AC1F81"/>
    <w:rsid w:val="00AC2683"/>
    <w:rsid w:val="00AC386D"/>
    <w:rsid w:val="00AC4337"/>
    <w:rsid w:val="00AC60CC"/>
    <w:rsid w:val="00AD1F7F"/>
    <w:rsid w:val="00AD5327"/>
    <w:rsid w:val="00AD69C5"/>
    <w:rsid w:val="00AD7C8F"/>
    <w:rsid w:val="00AD7CAE"/>
    <w:rsid w:val="00AE3839"/>
    <w:rsid w:val="00AF0643"/>
    <w:rsid w:val="00AF64B6"/>
    <w:rsid w:val="00B0172C"/>
    <w:rsid w:val="00B03317"/>
    <w:rsid w:val="00B066A6"/>
    <w:rsid w:val="00B2146E"/>
    <w:rsid w:val="00B21A7D"/>
    <w:rsid w:val="00B22806"/>
    <w:rsid w:val="00B33363"/>
    <w:rsid w:val="00B37655"/>
    <w:rsid w:val="00B4282E"/>
    <w:rsid w:val="00B44002"/>
    <w:rsid w:val="00B46031"/>
    <w:rsid w:val="00B514B1"/>
    <w:rsid w:val="00B54E80"/>
    <w:rsid w:val="00B55C48"/>
    <w:rsid w:val="00B61D7B"/>
    <w:rsid w:val="00B65630"/>
    <w:rsid w:val="00B6595A"/>
    <w:rsid w:val="00B66985"/>
    <w:rsid w:val="00B66CAA"/>
    <w:rsid w:val="00B67CF4"/>
    <w:rsid w:val="00B741E5"/>
    <w:rsid w:val="00B75709"/>
    <w:rsid w:val="00B76147"/>
    <w:rsid w:val="00B81282"/>
    <w:rsid w:val="00B8683D"/>
    <w:rsid w:val="00B92C4F"/>
    <w:rsid w:val="00B96884"/>
    <w:rsid w:val="00B97255"/>
    <w:rsid w:val="00BA363D"/>
    <w:rsid w:val="00BA3F0B"/>
    <w:rsid w:val="00BB3DAC"/>
    <w:rsid w:val="00BB4755"/>
    <w:rsid w:val="00BB56DB"/>
    <w:rsid w:val="00BB7587"/>
    <w:rsid w:val="00BC1A83"/>
    <w:rsid w:val="00BC1B9E"/>
    <w:rsid w:val="00BC453B"/>
    <w:rsid w:val="00BC460E"/>
    <w:rsid w:val="00BC619F"/>
    <w:rsid w:val="00BC7423"/>
    <w:rsid w:val="00BD1CC9"/>
    <w:rsid w:val="00BD2ABF"/>
    <w:rsid w:val="00BD6A25"/>
    <w:rsid w:val="00BE1120"/>
    <w:rsid w:val="00BE5970"/>
    <w:rsid w:val="00BE69FA"/>
    <w:rsid w:val="00BE740A"/>
    <w:rsid w:val="00BF15F6"/>
    <w:rsid w:val="00BF3ED3"/>
    <w:rsid w:val="00BF5EB0"/>
    <w:rsid w:val="00C000D1"/>
    <w:rsid w:val="00C046E2"/>
    <w:rsid w:val="00C10B07"/>
    <w:rsid w:val="00C11246"/>
    <w:rsid w:val="00C1278A"/>
    <w:rsid w:val="00C25320"/>
    <w:rsid w:val="00C411D9"/>
    <w:rsid w:val="00C455BD"/>
    <w:rsid w:val="00C45D0F"/>
    <w:rsid w:val="00C54DB0"/>
    <w:rsid w:val="00C62960"/>
    <w:rsid w:val="00C663E6"/>
    <w:rsid w:val="00C67069"/>
    <w:rsid w:val="00C67ADE"/>
    <w:rsid w:val="00C70532"/>
    <w:rsid w:val="00C71168"/>
    <w:rsid w:val="00C71500"/>
    <w:rsid w:val="00C71B57"/>
    <w:rsid w:val="00C71EFE"/>
    <w:rsid w:val="00C73935"/>
    <w:rsid w:val="00C76CD6"/>
    <w:rsid w:val="00C80EA3"/>
    <w:rsid w:val="00C810CB"/>
    <w:rsid w:val="00C8157B"/>
    <w:rsid w:val="00C83256"/>
    <w:rsid w:val="00C84E09"/>
    <w:rsid w:val="00C85DC4"/>
    <w:rsid w:val="00C92DA1"/>
    <w:rsid w:val="00C92F09"/>
    <w:rsid w:val="00C9460D"/>
    <w:rsid w:val="00C976C5"/>
    <w:rsid w:val="00CA2143"/>
    <w:rsid w:val="00CA3073"/>
    <w:rsid w:val="00CA40E3"/>
    <w:rsid w:val="00CB4E07"/>
    <w:rsid w:val="00CC019F"/>
    <w:rsid w:val="00CC6003"/>
    <w:rsid w:val="00CC7833"/>
    <w:rsid w:val="00CD4682"/>
    <w:rsid w:val="00CD5C90"/>
    <w:rsid w:val="00CD64D1"/>
    <w:rsid w:val="00CE18C1"/>
    <w:rsid w:val="00CE397B"/>
    <w:rsid w:val="00CE3AF2"/>
    <w:rsid w:val="00CE500E"/>
    <w:rsid w:val="00CE5374"/>
    <w:rsid w:val="00CE7A09"/>
    <w:rsid w:val="00CF2446"/>
    <w:rsid w:val="00CF4170"/>
    <w:rsid w:val="00D0593E"/>
    <w:rsid w:val="00D12BA0"/>
    <w:rsid w:val="00D1373D"/>
    <w:rsid w:val="00D21FEF"/>
    <w:rsid w:val="00D228BD"/>
    <w:rsid w:val="00D235B4"/>
    <w:rsid w:val="00D24D2B"/>
    <w:rsid w:val="00D25152"/>
    <w:rsid w:val="00D2630D"/>
    <w:rsid w:val="00D273F9"/>
    <w:rsid w:val="00D27842"/>
    <w:rsid w:val="00D3097D"/>
    <w:rsid w:val="00D30AA0"/>
    <w:rsid w:val="00D311EC"/>
    <w:rsid w:val="00D31257"/>
    <w:rsid w:val="00D35AE8"/>
    <w:rsid w:val="00D36370"/>
    <w:rsid w:val="00D46591"/>
    <w:rsid w:val="00D471BD"/>
    <w:rsid w:val="00D539A2"/>
    <w:rsid w:val="00D54F91"/>
    <w:rsid w:val="00D6004B"/>
    <w:rsid w:val="00D60DC2"/>
    <w:rsid w:val="00D74369"/>
    <w:rsid w:val="00D8584F"/>
    <w:rsid w:val="00D8772A"/>
    <w:rsid w:val="00D914C4"/>
    <w:rsid w:val="00D921BE"/>
    <w:rsid w:val="00D92497"/>
    <w:rsid w:val="00D979D2"/>
    <w:rsid w:val="00D97A70"/>
    <w:rsid w:val="00DA0904"/>
    <w:rsid w:val="00DA7B79"/>
    <w:rsid w:val="00DB2D6B"/>
    <w:rsid w:val="00DB5053"/>
    <w:rsid w:val="00DB5ABF"/>
    <w:rsid w:val="00DB6E29"/>
    <w:rsid w:val="00DC15A3"/>
    <w:rsid w:val="00DC2F3B"/>
    <w:rsid w:val="00DC66A0"/>
    <w:rsid w:val="00DD3406"/>
    <w:rsid w:val="00DD3CC4"/>
    <w:rsid w:val="00DD6D14"/>
    <w:rsid w:val="00DF0A5F"/>
    <w:rsid w:val="00DF4324"/>
    <w:rsid w:val="00DF57CA"/>
    <w:rsid w:val="00E03BAF"/>
    <w:rsid w:val="00E05B31"/>
    <w:rsid w:val="00E1091E"/>
    <w:rsid w:val="00E11C29"/>
    <w:rsid w:val="00E17175"/>
    <w:rsid w:val="00E23257"/>
    <w:rsid w:val="00E27E56"/>
    <w:rsid w:val="00E33266"/>
    <w:rsid w:val="00E35A9F"/>
    <w:rsid w:val="00E36644"/>
    <w:rsid w:val="00E378DF"/>
    <w:rsid w:val="00E40F38"/>
    <w:rsid w:val="00E432EE"/>
    <w:rsid w:val="00E5211A"/>
    <w:rsid w:val="00E53167"/>
    <w:rsid w:val="00E5425A"/>
    <w:rsid w:val="00E56778"/>
    <w:rsid w:val="00E607A9"/>
    <w:rsid w:val="00E613E3"/>
    <w:rsid w:val="00E61C17"/>
    <w:rsid w:val="00E62BB3"/>
    <w:rsid w:val="00E63C5B"/>
    <w:rsid w:val="00E65D57"/>
    <w:rsid w:val="00E71DAC"/>
    <w:rsid w:val="00E72E95"/>
    <w:rsid w:val="00E739CA"/>
    <w:rsid w:val="00E90CD2"/>
    <w:rsid w:val="00E95E5C"/>
    <w:rsid w:val="00E96D6C"/>
    <w:rsid w:val="00EA1334"/>
    <w:rsid w:val="00EA2184"/>
    <w:rsid w:val="00EA2B77"/>
    <w:rsid w:val="00EB0315"/>
    <w:rsid w:val="00EB4CD1"/>
    <w:rsid w:val="00EC05AE"/>
    <w:rsid w:val="00EC089A"/>
    <w:rsid w:val="00EC2A28"/>
    <w:rsid w:val="00EC63BF"/>
    <w:rsid w:val="00ED0B6E"/>
    <w:rsid w:val="00ED7DF7"/>
    <w:rsid w:val="00EE2636"/>
    <w:rsid w:val="00EE623F"/>
    <w:rsid w:val="00EE71FA"/>
    <w:rsid w:val="00EE7E3A"/>
    <w:rsid w:val="00EF09E7"/>
    <w:rsid w:val="00EF367C"/>
    <w:rsid w:val="00EF6190"/>
    <w:rsid w:val="00EF7DE4"/>
    <w:rsid w:val="00F01D20"/>
    <w:rsid w:val="00F0635C"/>
    <w:rsid w:val="00F11E09"/>
    <w:rsid w:val="00F14F95"/>
    <w:rsid w:val="00F15DA9"/>
    <w:rsid w:val="00F15F00"/>
    <w:rsid w:val="00F21E78"/>
    <w:rsid w:val="00F22EC5"/>
    <w:rsid w:val="00F2515B"/>
    <w:rsid w:val="00F25ECE"/>
    <w:rsid w:val="00F31D48"/>
    <w:rsid w:val="00F37998"/>
    <w:rsid w:val="00F4374A"/>
    <w:rsid w:val="00F4721D"/>
    <w:rsid w:val="00F472BB"/>
    <w:rsid w:val="00F54253"/>
    <w:rsid w:val="00F575C5"/>
    <w:rsid w:val="00F57C49"/>
    <w:rsid w:val="00F57D53"/>
    <w:rsid w:val="00F602A4"/>
    <w:rsid w:val="00F624EC"/>
    <w:rsid w:val="00F64FAE"/>
    <w:rsid w:val="00F66C4A"/>
    <w:rsid w:val="00F67280"/>
    <w:rsid w:val="00F67AF5"/>
    <w:rsid w:val="00F71AB3"/>
    <w:rsid w:val="00F7347C"/>
    <w:rsid w:val="00F74F27"/>
    <w:rsid w:val="00F77DF5"/>
    <w:rsid w:val="00F81375"/>
    <w:rsid w:val="00F83814"/>
    <w:rsid w:val="00F85F2D"/>
    <w:rsid w:val="00F87D7F"/>
    <w:rsid w:val="00F95DED"/>
    <w:rsid w:val="00F97BFD"/>
    <w:rsid w:val="00FA27E4"/>
    <w:rsid w:val="00FA2A6B"/>
    <w:rsid w:val="00FA4E8C"/>
    <w:rsid w:val="00FA5A0D"/>
    <w:rsid w:val="00FA6991"/>
    <w:rsid w:val="00FB2A74"/>
    <w:rsid w:val="00FB2F81"/>
    <w:rsid w:val="00FB3C01"/>
    <w:rsid w:val="00FB46F4"/>
    <w:rsid w:val="00FB489F"/>
    <w:rsid w:val="00FC4BF7"/>
    <w:rsid w:val="00FC4C6A"/>
    <w:rsid w:val="00FD13D1"/>
    <w:rsid w:val="00FD1880"/>
    <w:rsid w:val="00FD50DD"/>
    <w:rsid w:val="00FE0C9E"/>
    <w:rsid w:val="00FE10D4"/>
    <w:rsid w:val="00FE51E7"/>
    <w:rsid w:val="00FE52F1"/>
    <w:rsid w:val="00FE70F3"/>
    <w:rsid w:val="00FF09A9"/>
    <w:rsid w:val="00FF0C3E"/>
    <w:rsid w:val="00FF28DB"/>
    <w:rsid w:val="00FF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65D048"/>
  <w15:docId w15:val="{A63D5E63-1641-40E2-981B-8191EF48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709"/>
    <w:pPr>
      <w:spacing w:line="360" w:lineRule="atLeast"/>
      <w:ind w:left="851" w:right="851"/>
      <w:jc w:val="both"/>
    </w:pPr>
    <w:rPr>
      <w:sz w:val="24"/>
      <w:lang w:val="it-IT" w:eastAsia="it-IT"/>
    </w:rPr>
  </w:style>
  <w:style w:type="paragraph" w:styleId="Titolo1">
    <w:name w:val="heading 1"/>
    <w:basedOn w:val="Normale"/>
    <w:next w:val="Par1"/>
    <w:qFormat/>
    <w:rsid w:val="00A54C4B"/>
    <w:pPr>
      <w:keepNext/>
      <w:keepLines/>
      <w:pageBreakBefore/>
      <w:numPr>
        <w:numId w:val="1"/>
      </w:numPr>
      <w:suppressAutoHyphens/>
      <w:spacing w:after="240" w:line="240" w:lineRule="atLeast"/>
      <w:jc w:val="left"/>
      <w:outlineLvl w:val="0"/>
    </w:pPr>
    <w:rPr>
      <w:b/>
      <w:kern w:val="28"/>
    </w:rPr>
  </w:style>
  <w:style w:type="paragraph" w:styleId="Titolo2">
    <w:name w:val="heading 2"/>
    <w:basedOn w:val="Normale"/>
    <w:next w:val="Par2"/>
    <w:qFormat/>
    <w:rsid w:val="00E53167"/>
    <w:pPr>
      <w:keepNext/>
      <w:numPr>
        <w:ilvl w:val="1"/>
        <w:numId w:val="1"/>
      </w:numPr>
      <w:tabs>
        <w:tab w:val="left" w:pos="2127"/>
      </w:tabs>
      <w:spacing w:after="240" w:line="240" w:lineRule="atLeast"/>
      <w:outlineLvl w:val="1"/>
    </w:pPr>
    <w:rPr>
      <w:b/>
    </w:rPr>
  </w:style>
  <w:style w:type="paragraph" w:styleId="Titolo3">
    <w:name w:val="heading 3"/>
    <w:basedOn w:val="Normale"/>
    <w:next w:val="Par2"/>
    <w:qFormat/>
    <w:rsid w:val="00044256"/>
    <w:pPr>
      <w:keepNext/>
      <w:keepLines/>
      <w:numPr>
        <w:ilvl w:val="2"/>
        <w:numId w:val="1"/>
      </w:numPr>
      <w:suppressAutoHyphens/>
      <w:spacing w:after="120" w:line="240" w:lineRule="atLeast"/>
      <w:ind w:left="1560" w:hanging="709"/>
      <w:jc w:val="left"/>
      <w:outlineLvl w:val="2"/>
    </w:pPr>
    <w:rPr>
      <w:u w:val="single"/>
    </w:rPr>
  </w:style>
  <w:style w:type="paragraph" w:styleId="Titolo4">
    <w:name w:val="heading 4"/>
    <w:basedOn w:val="Titolo3"/>
    <w:next w:val="Normale"/>
    <w:qFormat/>
    <w:rsid w:val="006259E3"/>
    <w:pPr>
      <w:numPr>
        <w:ilvl w:val="3"/>
      </w:numPr>
      <w:spacing w:before="240"/>
      <w:ind w:left="1560" w:hanging="709"/>
      <w:outlineLvl w:val="3"/>
    </w:pPr>
    <w:rPr>
      <w:i/>
      <w:u w:val="none"/>
    </w:rPr>
  </w:style>
  <w:style w:type="paragraph" w:styleId="Titolo5">
    <w:name w:val="heading 5"/>
    <w:basedOn w:val="Normale"/>
    <w:next w:val="Normale"/>
    <w:qFormat/>
    <w:rsid w:val="0008535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rsid w:val="00085350"/>
    <w:pPr>
      <w:spacing w:before="240" w:after="60"/>
      <w:ind w:left="0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rsid w:val="00085350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08535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085350"/>
    <w:p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85350"/>
    <w:pPr>
      <w:tabs>
        <w:tab w:val="center" w:pos="4819"/>
        <w:tab w:val="right" w:pos="9638"/>
      </w:tabs>
      <w:spacing w:line="240" w:lineRule="auto"/>
      <w:ind w:left="0" w:right="0"/>
      <w:jc w:val="left"/>
    </w:pPr>
    <w:rPr>
      <w:rFonts w:ascii="Arial" w:hAnsi="Arial"/>
      <w:sz w:val="18"/>
    </w:rPr>
  </w:style>
  <w:style w:type="paragraph" w:styleId="Pidipagina">
    <w:name w:val="footer"/>
    <w:basedOn w:val="Normale"/>
    <w:link w:val="PidipaginaCarattere"/>
    <w:uiPriority w:val="99"/>
    <w:rsid w:val="00724044"/>
    <w:pPr>
      <w:pBdr>
        <w:top w:val="single" w:sz="4" w:space="1" w:color="auto"/>
      </w:pBdr>
      <w:tabs>
        <w:tab w:val="center" w:pos="4819"/>
        <w:tab w:val="right" w:pos="10206"/>
      </w:tabs>
      <w:ind w:left="0" w:right="0"/>
      <w:jc w:val="center"/>
    </w:pPr>
    <w:rPr>
      <w:rFonts w:ascii="Arial" w:hAnsi="Arial" w:cs="Arial"/>
      <w:sz w:val="16"/>
      <w:szCs w:val="16"/>
    </w:rPr>
  </w:style>
  <w:style w:type="character" w:styleId="Numeropagina">
    <w:name w:val="page number"/>
    <w:basedOn w:val="Carpredefinitoparagrafo"/>
    <w:semiHidden/>
    <w:rsid w:val="00085350"/>
  </w:style>
  <w:style w:type="paragraph" w:customStyle="1" w:styleId="Par1">
    <w:name w:val="Par1"/>
    <w:link w:val="Par1Carattere"/>
    <w:rsid w:val="00A54C4B"/>
    <w:pPr>
      <w:spacing w:after="120" w:line="240" w:lineRule="atLeast"/>
      <w:ind w:left="851" w:right="851"/>
      <w:jc w:val="both"/>
    </w:pPr>
    <w:rPr>
      <w:sz w:val="24"/>
      <w:lang w:val="it-IT" w:eastAsia="it-IT"/>
    </w:rPr>
  </w:style>
  <w:style w:type="paragraph" w:customStyle="1" w:styleId="Par2">
    <w:name w:val="Par2"/>
    <w:rsid w:val="00A54C4B"/>
    <w:pPr>
      <w:spacing w:after="120" w:line="240" w:lineRule="atLeast"/>
      <w:ind w:left="1418" w:right="851"/>
      <w:jc w:val="both"/>
    </w:pPr>
    <w:rPr>
      <w:sz w:val="24"/>
      <w:lang w:val="it-IT" w:eastAsia="it-IT"/>
    </w:rPr>
  </w:style>
  <w:style w:type="paragraph" w:styleId="Sommario1">
    <w:name w:val="toc 1"/>
    <w:basedOn w:val="Normale"/>
    <w:next w:val="Normale"/>
    <w:uiPriority w:val="39"/>
    <w:rsid w:val="00A01FF7"/>
    <w:pPr>
      <w:tabs>
        <w:tab w:val="left" w:pos="1418"/>
        <w:tab w:val="right" w:pos="9356"/>
      </w:tabs>
      <w:spacing w:before="120" w:after="60" w:line="240" w:lineRule="auto"/>
      <w:ind w:left="1418" w:hanging="567"/>
      <w:jc w:val="left"/>
    </w:pPr>
    <w:rPr>
      <w:noProof/>
    </w:rPr>
  </w:style>
  <w:style w:type="paragraph" w:styleId="Sommario2">
    <w:name w:val="toc 2"/>
    <w:basedOn w:val="Normale"/>
    <w:next w:val="Normale"/>
    <w:uiPriority w:val="39"/>
    <w:rsid w:val="00A01FF7"/>
    <w:pPr>
      <w:tabs>
        <w:tab w:val="left" w:pos="1985"/>
        <w:tab w:val="right" w:pos="9356"/>
      </w:tabs>
      <w:spacing w:before="60" w:after="60" w:line="240" w:lineRule="auto"/>
      <w:ind w:left="1985" w:hanging="567"/>
      <w:jc w:val="left"/>
    </w:pPr>
    <w:rPr>
      <w:noProof/>
    </w:rPr>
  </w:style>
  <w:style w:type="paragraph" w:styleId="Sommario3">
    <w:name w:val="toc 3"/>
    <w:basedOn w:val="Normale"/>
    <w:next w:val="Normale"/>
    <w:uiPriority w:val="39"/>
    <w:rsid w:val="00A01FF7"/>
    <w:pPr>
      <w:tabs>
        <w:tab w:val="left" w:pos="2835"/>
        <w:tab w:val="right" w:pos="9356"/>
      </w:tabs>
      <w:spacing w:line="240" w:lineRule="auto"/>
      <w:ind w:left="2835" w:right="850" w:hanging="850"/>
      <w:jc w:val="left"/>
    </w:pPr>
    <w:rPr>
      <w:noProof/>
    </w:rPr>
  </w:style>
  <w:style w:type="paragraph" w:styleId="Sommario4">
    <w:name w:val="toc 4"/>
    <w:basedOn w:val="Normale"/>
    <w:next w:val="Normale"/>
    <w:autoRedefine/>
    <w:semiHidden/>
    <w:rsid w:val="00085350"/>
    <w:pPr>
      <w:tabs>
        <w:tab w:val="right" w:pos="10319"/>
      </w:tabs>
      <w:spacing w:line="240" w:lineRule="auto"/>
      <w:ind w:left="1985" w:right="0"/>
      <w:jc w:val="left"/>
    </w:pPr>
  </w:style>
  <w:style w:type="paragraph" w:customStyle="1" w:styleId="didascalie">
    <w:name w:val="didascalie"/>
    <w:basedOn w:val="Normale"/>
    <w:next w:val="Par2"/>
    <w:rsid w:val="00D8584F"/>
    <w:pPr>
      <w:tabs>
        <w:tab w:val="left" w:pos="1985"/>
      </w:tabs>
      <w:spacing w:line="240" w:lineRule="auto"/>
      <w:ind w:left="1985" w:hanging="1134"/>
    </w:pPr>
    <w:rPr>
      <w:smallCaps/>
    </w:rPr>
  </w:style>
  <w:style w:type="character" w:styleId="Collegamentoipertestuale">
    <w:name w:val="Hyperlink"/>
    <w:uiPriority w:val="99"/>
    <w:rsid w:val="00085350"/>
    <w:rPr>
      <w:color w:val="0000FF"/>
      <w:u w:val="single"/>
    </w:rPr>
  </w:style>
  <w:style w:type="paragraph" w:styleId="Mappadocumento">
    <w:name w:val="Document Map"/>
    <w:basedOn w:val="Normale"/>
    <w:semiHidden/>
    <w:rsid w:val="00F64FAE"/>
    <w:pPr>
      <w:shd w:val="clear" w:color="auto" w:fill="000080"/>
    </w:pPr>
    <w:rPr>
      <w:rFonts w:ascii="Tahoma" w:hAnsi="Tahoma" w:cs="Tahoma"/>
      <w:sz w:val="18"/>
    </w:rPr>
  </w:style>
  <w:style w:type="paragraph" w:styleId="Didascalia">
    <w:name w:val="caption"/>
    <w:basedOn w:val="Normale"/>
    <w:next w:val="Normale"/>
    <w:qFormat/>
    <w:rsid w:val="009A5FDF"/>
    <w:pPr>
      <w:spacing w:before="120" w:after="120"/>
    </w:pPr>
    <w:rPr>
      <w:b/>
      <w:bCs/>
      <w:sz w:val="20"/>
    </w:rPr>
  </w:style>
  <w:style w:type="paragraph" w:customStyle="1" w:styleId="Par2spunta">
    <w:name w:val="Par 2 spunta"/>
    <w:basedOn w:val="Par2punti"/>
    <w:semiHidden/>
    <w:rsid w:val="00A54C4B"/>
    <w:pPr>
      <w:numPr>
        <w:numId w:val="3"/>
      </w:numPr>
    </w:pPr>
  </w:style>
  <w:style w:type="paragraph" w:customStyle="1" w:styleId="Elenco2">
    <w:name w:val="Elenco2"/>
    <w:basedOn w:val="Par2"/>
    <w:next w:val="Par2"/>
    <w:semiHidden/>
    <w:rsid w:val="00712E60"/>
    <w:pPr>
      <w:tabs>
        <w:tab w:val="num" w:pos="2410"/>
        <w:tab w:val="left" w:pos="5103"/>
      </w:tabs>
      <w:suppressAutoHyphens/>
      <w:spacing w:after="0" w:line="360" w:lineRule="exact"/>
      <w:ind w:left="5103" w:right="992" w:hanging="3042"/>
    </w:pPr>
    <w:rPr>
      <w:lang w:val="fr-FR"/>
    </w:rPr>
  </w:style>
  <w:style w:type="paragraph" w:customStyle="1" w:styleId="Par2punti">
    <w:name w:val="Par2 punti"/>
    <w:basedOn w:val="Normale"/>
    <w:link w:val="Par2puntiCarattere"/>
    <w:qFormat/>
    <w:rsid w:val="00253903"/>
    <w:pPr>
      <w:numPr>
        <w:ilvl w:val="1"/>
        <w:numId w:val="2"/>
      </w:numPr>
      <w:tabs>
        <w:tab w:val="clear" w:pos="2552"/>
        <w:tab w:val="num" w:pos="1701"/>
      </w:tabs>
      <w:spacing w:line="240" w:lineRule="atLeast"/>
      <w:ind w:left="1702" w:hanging="284"/>
    </w:pPr>
  </w:style>
  <w:style w:type="paragraph" w:customStyle="1" w:styleId="Par2puntitab">
    <w:name w:val="Par 2 puntitab"/>
    <w:basedOn w:val="Par2punti"/>
    <w:link w:val="Par2puntitabCarattere"/>
    <w:semiHidden/>
    <w:rsid w:val="006131F7"/>
    <w:pPr>
      <w:tabs>
        <w:tab w:val="clear" w:pos="1701"/>
        <w:tab w:val="left" w:pos="1985"/>
        <w:tab w:val="left" w:pos="5103"/>
      </w:tabs>
      <w:ind w:left="5103" w:hanging="3685"/>
    </w:pPr>
  </w:style>
  <w:style w:type="paragraph" w:customStyle="1" w:styleId="tabella">
    <w:name w:val="tabella"/>
    <w:basedOn w:val="Normale"/>
    <w:rsid w:val="00FE0C9E"/>
    <w:pPr>
      <w:spacing w:line="240" w:lineRule="auto"/>
      <w:ind w:left="0" w:right="0"/>
      <w:jc w:val="left"/>
    </w:pPr>
  </w:style>
  <w:style w:type="character" w:styleId="Collegamentovisitato">
    <w:name w:val="FollowedHyperlink"/>
    <w:semiHidden/>
    <w:rsid w:val="00555536"/>
    <w:rPr>
      <w:color w:val="800080"/>
      <w:u w:val="single"/>
    </w:rPr>
  </w:style>
  <w:style w:type="paragraph" w:customStyle="1" w:styleId="tabellacentra">
    <w:name w:val="tabella centra"/>
    <w:basedOn w:val="tabella"/>
    <w:rsid w:val="005C060F"/>
    <w:pPr>
      <w:keepNext/>
      <w:jc w:val="center"/>
    </w:pPr>
  </w:style>
  <w:style w:type="paragraph" w:customStyle="1" w:styleId="Par1punto">
    <w:name w:val="Par1 punto"/>
    <w:basedOn w:val="Par1"/>
    <w:link w:val="Par1puntoCarattere"/>
    <w:semiHidden/>
    <w:rsid w:val="002F12E8"/>
    <w:pPr>
      <w:ind w:left="1134" w:hanging="283"/>
    </w:pPr>
  </w:style>
  <w:style w:type="character" w:customStyle="1" w:styleId="Par1Carattere">
    <w:name w:val="Par1 Carattere"/>
    <w:link w:val="Par1"/>
    <w:rsid w:val="002F12E8"/>
    <w:rPr>
      <w:sz w:val="24"/>
      <w:lang w:val="it-IT" w:eastAsia="it-IT" w:bidi="ar-SA"/>
    </w:rPr>
  </w:style>
  <w:style w:type="character" w:customStyle="1" w:styleId="Par1puntoCarattere">
    <w:name w:val="Par1 punto Carattere"/>
    <w:basedOn w:val="Par1Carattere"/>
    <w:link w:val="Par1punto"/>
    <w:semiHidden/>
    <w:rsid w:val="002F12E8"/>
    <w:rPr>
      <w:sz w:val="24"/>
      <w:lang w:val="it-IT" w:eastAsia="it-IT" w:bidi="ar-SA"/>
    </w:rPr>
  </w:style>
  <w:style w:type="paragraph" w:customStyle="1" w:styleId="Par1puntolinea">
    <w:name w:val="Par1 punto linea"/>
    <w:basedOn w:val="Par1"/>
    <w:semiHidden/>
    <w:rsid w:val="002F12E8"/>
    <w:pPr>
      <w:numPr>
        <w:numId w:val="5"/>
      </w:numPr>
      <w:spacing w:after="0"/>
      <w:ind w:left="1570" w:hanging="357"/>
    </w:pPr>
  </w:style>
  <w:style w:type="paragraph" w:customStyle="1" w:styleId="Par1numeri">
    <w:name w:val="Par1 numeri"/>
    <w:basedOn w:val="Par1"/>
    <w:rsid w:val="002F12E8"/>
    <w:pPr>
      <w:numPr>
        <w:ilvl w:val="2"/>
        <w:numId w:val="5"/>
      </w:numPr>
      <w:tabs>
        <w:tab w:val="clear" w:pos="3011"/>
        <w:tab w:val="num" w:pos="1276"/>
      </w:tabs>
      <w:spacing w:after="0"/>
      <w:ind w:left="1276" w:hanging="425"/>
    </w:pPr>
  </w:style>
  <w:style w:type="paragraph" w:customStyle="1" w:styleId="Par2puntilinea">
    <w:name w:val="Par2 punti linea"/>
    <w:basedOn w:val="Par2"/>
    <w:rsid w:val="00253903"/>
    <w:pPr>
      <w:numPr>
        <w:ilvl w:val="2"/>
        <w:numId w:val="2"/>
      </w:numPr>
      <w:tabs>
        <w:tab w:val="clear" w:pos="2204"/>
        <w:tab w:val="left" w:pos="1985"/>
      </w:tabs>
      <w:spacing w:after="0"/>
      <w:ind w:left="1985" w:hanging="284"/>
    </w:pPr>
  </w:style>
  <w:style w:type="paragraph" w:customStyle="1" w:styleId="Par1lettere">
    <w:name w:val="Par1 lettere"/>
    <w:basedOn w:val="Par1"/>
    <w:rsid w:val="00253903"/>
    <w:pPr>
      <w:numPr>
        <w:ilvl w:val="1"/>
        <w:numId w:val="5"/>
      </w:numPr>
      <w:tabs>
        <w:tab w:val="clear" w:pos="2291"/>
        <w:tab w:val="num" w:pos="1134"/>
      </w:tabs>
      <w:spacing w:after="0"/>
      <w:ind w:left="1135" w:hanging="284"/>
    </w:pPr>
  </w:style>
  <w:style w:type="paragraph" w:customStyle="1" w:styleId="Par2lettere">
    <w:name w:val="Par2 lettere"/>
    <w:basedOn w:val="Par2"/>
    <w:rsid w:val="00253903"/>
    <w:pPr>
      <w:numPr>
        <w:ilvl w:val="3"/>
        <w:numId w:val="2"/>
      </w:numPr>
      <w:tabs>
        <w:tab w:val="clear" w:pos="3731"/>
        <w:tab w:val="num" w:pos="1701"/>
      </w:tabs>
      <w:spacing w:after="0"/>
      <w:ind w:left="1701" w:hanging="283"/>
    </w:pPr>
  </w:style>
  <w:style w:type="paragraph" w:customStyle="1" w:styleId="Par2numeri">
    <w:name w:val="Par2 numeri"/>
    <w:basedOn w:val="Par2"/>
    <w:rsid w:val="00253903"/>
    <w:pPr>
      <w:numPr>
        <w:ilvl w:val="4"/>
        <w:numId w:val="2"/>
      </w:numPr>
      <w:tabs>
        <w:tab w:val="clear" w:pos="4451"/>
        <w:tab w:val="num" w:pos="1843"/>
      </w:tabs>
      <w:spacing w:after="0"/>
      <w:ind w:left="1843" w:hanging="425"/>
    </w:pPr>
  </w:style>
  <w:style w:type="paragraph" w:customStyle="1" w:styleId="Par2puntitab0">
    <w:name w:val="Par2 puntitab"/>
    <w:basedOn w:val="Par2puntitab"/>
    <w:link w:val="Par2puntitabCarattere0"/>
    <w:rsid w:val="00316BC2"/>
    <w:pPr>
      <w:tabs>
        <w:tab w:val="clear" w:pos="1985"/>
        <w:tab w:val="left" w:pos="1701"/>
      </w:tabs>
    </w:pPr>
  </w:style>
  <w:style w:type="character" w:customStyle="1" w:styleId="Par2puntiCarattere">
    <w:name w:val="Par2 punti Carattere"/>
    <w:link w:val="Par2punti"/>
    <w:rsid w:val="00316BC2"/>
    <w:rPr>
      <w:sz w:val="24"/>
      <w:lang w:val="it-IT" w:eastAsia="it-IT"/>
    </w:rPr>
  </w:style>
  <w:style w:type="character" w:customStyle="1" w:styleId="Par2puntitabCarattere">
    <w:name w:val="Par 2 puntitab Carattere"/>
    <w:basedOn w:val="Par2puntiCarattere"/>
    <w:link w:val="Par2puntitab"/>
    <w:semiHidden/>
    <w:rsid w:val="00316BC2"/>
    <w:rPr>
      <w:sz w:val="24"/>
      <w:lang w:val="it-IT" w:eastAsia="it-IT"/>
    </w:rPr>
  </w:style>
  <w:style w:type="character" w:customStyle="1" w:styleId="Par2puntitabCarattere0">
    <w:name w:val="Par2 puntitab Carattere"/>
    <w:basedOn w:val="Par2puntitabCarattere"/>
    <w:link w:val="Par2puntitab0"/>
    <w:rsid w:val="00316BC2"/>
    <w:rPr>
      <w:sz w:val="24"/>
      <w:lang w:val="it-IT" w:eastAsia="it-IT"/>
    </w:rPr>
  </w:style>
  <w:style w:type="paragraph" w:customStyle="1" w:styleId="Par1puntitab">
    <w:name w:val="Par1 puntitab"/>
    <w:basedOn w:val="Par2puntitab"/>
    <w:link w:val="Par1puntitabCarattere"/>
    <w:rsid w:val="00316BC2"/>
    <w:pPr>
      <w:tabs>
        <w:tab w:val="clear" w:pos="1985"/>
        <w:tab w:val="left" w:pos="1134"/>
      </w:tabs>
      <w:ind w:hanging="4252"/>
    </w:pPr>
  </w:style>
  <w:style w:type="character" w:customStyle="1" w:styleId="Par1puntitabCarattere">
    <w:name w:val="Par1 puntitab Carattere"/>
    <w:basedOn w:val="Par2puntitabCarattere"/>
    <w:link w:val="Par1puntitab"/>
    <w:rsid w:val="00316BC2"/>
    <w:rPr>
      <w:sz w:val="24"/>
      <w:lang w:val="it-IT" w:eastAsia="it-IT"/>
    </w:rPr>
  </w:style>
  <w:style w:type="paragraph" w:customStyle="1" w:styleId="Par1punti">
    <w:name w:val="Par1 punti"/>
    <w:basedOn w:val="Par1"/>
    <w:rsid w:val="00D914C4"/>
    <w:pPr>
      <w:numPr>
        <w:numId w:val="4"/>
      </w:numPr>
      <w:tabs>
        <w:tab w:val="clear" w:pos="1211"/>
      </w:tabs>
      <w:spacing w:after="0"/>
      <w:ind w:left="1135" w:hanging="284"/>
    </w:pPr>
  </w:style>
  <w:style w:type="paragraph" w:customStyle="1" w:styleId="Par1puntilinea">
    <w:name w:val="Par1 punti linea"/>
    <w:basedOn w:val="Par1puntolinea"/>
    <w:rsid w:val="00D914C4"/>
  </w:style>
  <w:style w:type="paragraph" w:styleId="Indicedellefigure">
    <w:name w:val="table of figures"/>
    <w:basedOn w:val="Normale"/>
    <w:next w:val="Normale"/>
    <w:uiPriority w:val="99"/>
    <w:rsid w:val="001C3E13"/>
    <w:pPr>
      <w:tabs>
        <w:tab w:val="right" w:pos="9356"/>
      </w:tabs>
      <w:spacing w:line="240" w:lineRule="atLeast"/>
      <w:ind w:left="1985" w:right="1700" w:hanging="1134"/>
    </w:pPr>
    <w:rPr>
      <w:noProof/>
    </w:rPr>
  </w:style>
  <w:style w:type="character" w:customStyle="1" w:styleId="IntestazioneCarattere">
    <w:name w:val="Intestazione Carattere"/>
    <w:link w:val="Intestazione"/>
    <w:uiPriority w:val="99"/>
    <w:rsid w:val="00440BCA"/>
    <w:rPr>
      <w:rFonts w:ascii="Arial" w:hAnsi="Arial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9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B292D"/>
    <w:rPr>
      <w:rFonts w:ascii="Tahoma" w:hAnsi="Tahoma" w:cs="Tahoma"/>
      <w:sz w:val="16"/>
      <w:szCs w:val="16"/>
    </w:rPr>
  </w:style>
  <w:style w:type="character" w:styleId="CitazioneHTML">
    <w:name w:val="HTML Cite"/>
    <w:basedOn w:val="Carpredefinitoparagrafo"/>
    <w:uiPriority w:val="99"/>
    <w:semiHidden/>
    <w:unhideWhenUsed/>
    <w:rsid w:val="00355D19"/>
    <w:rPr>
      <w:i/>
      <w:i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3923"/>
    <w:rPr>
      <w:rFonts w:ascii="Arial" w:hAnsi="Arial" w:cs="Arial"/>
      <w:sz w:val="16"/>
      <w:szCs w:val="16"/>
      <w:lang w:val="it-IT" w:eastAsia="it-IT"/>
    </w:rPr>
  </w:style>
  <w:style w:type="character" w:customStyle="1" w:styleId="Par1Carattere1">
    <w:name w:val="Par1 Carattere1"/>
    <w:rsid w:val="00FE51E7"/>
    <w:rPr>
      <w:sz w:val="24"/>
      <w:lang w:val="it-IT" w:eastAsia="it-IT" w:bidi="ar-SA"/>
    </w:rPr>
  </w:style>
  <w:style w:type="paragraph" w:customStyle="1" w:styleId="par20">
    <w:name w:val="par2"/>
    <w:basedOn w:val="Normale"/>
    <w:link w:val="par2Carattere1"/>
    <w:rsid w:val="00AF0643"/>
    <w:pPr>
      <w:autoSpaceDE w:val="0"/>
      <w:autoSpaceDN w:val="0"/>
      <w:adjustRightInd w:val="0"/>
      <w:spacing w:before="240" w:after="240" w:line="240" w:lineRule="auto"/>
      <w:ind w:left="425" w:right="0"/>
    </w:pPr>
    <w:rPr>
      <w:rFonts w:ascii="Arial Narrow" w:eastAsia="SimSun" w:hAnsi="Arial Narrow" w:cs="ArialMT"/>
      <w:szCs w:val="24"/>
      <w:lang w:val="en-US" w:eastAsia="zh-CN"/>
    </w:rPr>
  </w:style>
  <w:style w:type="character" w:customStyle="1" w:styleId="par2Carattere1">
    <w:name w:val="par2 Carattere1"/>
    <w:basedOn w:val="Carpredefinitoparagrafo"/>
    <w:link w:val="par20"/>
    <w:rsid w:val="00AF0643"/>
    <w:rPr>
      <w:rFonts w:ascii="Arial Narrow" w:eastAsia="SimSun" w:hAnsi="Arial Narrow" w:cs="ArialMT"/>
      <w:sz w:val="24"/>
      <w:szCs w:val="24"/>
      <w:lang w:val="en-US" w:eastAsia="zh-CN"/>
    </w:rPr>
  </w:style>
  <w:style w:type="paragraph" w:styleId="Paragrafoelenco">
    <w:name w:val="List Paragraph"/>
    <w:basedOn w:val="Normale"/>
    <w:link w:val="ParagrafoelencoCarattere"/>
    <w:uiPriority w:val="34"/>
    <w:qFormat/>
    <w:rsid w:val="00FF7745"/>
    <w:pPr>
      <w:ind w:left="720"/>
      <w:contextualSpacing/>
    </w:pPr>
  </w:style>
  <w:style w:type="table" w:styleId="Grigliatabella">
    <w:name w:val="Table Grid"/>
    <w:basedOn w:val="Tabellanormale"/>
    <w:uiPriority w:val="39"/>
    <w:rsid w:val="00FD50DD"/>
    <w:rPr>
      <w:rFonts w:asciiTheme="minorHAnsi" w:eastAsiaTheme="minorHAnsi" w:hAnsiTheme="minorHAnsi" w:cstheme="minorBidi"/>
      <w:sz w:val="22"/>
      <w:szCs w:val="22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570C47"/>
    <w:rPr>
      <w:rFonts w:ascii="Calibri" w:eastAsia="Calibri" w:hAnsi="Calibri"/>
      <w:sz w:val="22"/>
      <w:szCs w:val="22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570C47"/>
    <w:rPr>
      <w:rFonts w:ascii="Calibri" w:eastAsia="Calibri" w:hAnsi="Calibri"/>
      <w:sz w:val="22"/>
      <w:szCs w:val="22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C14B8"/>
    <w:rPr>
      <w:sz w:val="24"/>
      <w:lang w:val="it-IT" w:eastAsia="it-IT"/>
    </w:rPr>
  </w:style>
  <w:style w:type="character" w:styleId="Testosegnaposto">
    <w:name w:val="Placeholder Text"/>
    <w:basedOn w:val="Carpredefinitoparagrafo"/>
    <w:uiPriority w:val="99"/>
    <w:semiHidden/>
    <w:rsid w:val="00563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54.png"/><Relationship Id="rId3" Type="http://schemas.openxmlformats.org/officeDocument/2006/relationships/image" Target="media/image4.png"/><Relationship Id="rId7" Type="http://schemas.openxmlformats.org/officeDocument/2006/relationships/image" Target="media/image530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52.jpeg"/><Relationship Id="rId5" Type="http://schemas.openxmlformats.org/officeDocument/2006/relationships/image" Target="media/image6.png"/><Relationship Id="rId10" Type="http://schemas.openxmlformats.org/officeDocument/2006/relationships/image" Target="media/image56.png"/><Relationship Id="rId4" Type="http://schemas.openxmlformats.org/officeDocument/2006/relationships/image" Target="media/image5.png"/><Relationship Id="rId9" Type="http://schemas.openxmlformats.org/officeDocument/2006/relationships/image" Target="media/image5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n\01-Progetti\Italia\progetti%20eseguiti\Agrigento\Elaborazioni%20TCH\Relazione%20geologica%20ed%20idrogeologic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0064D-08A4-4571-B240-6F893D4E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Relazione geologica ed idrogeologica</Template>
  <TotalTime>215</TotalTime>
  <Pages>3</Pages>
  <Words>402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mascherina Technital per relazioni</vt:lpstr>
    </vt:vector>
  </TitlesOfParts>
  <Company>Technital S.p.A.</Company>
  <LinksUpToDate>false</LinksUpToDate>
  <CharactersWithSpaces>2975</CharactersWithSpaces>
  <SharedDoc>false</SharedDoc>
  <HLinks>
    <vt:vector size="54" baseType="variant">
      <vt:variant>
        <vt:i4>1310773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_Toc166044619</vt:lpwstr>
      </vt:variant>
      <vt:variant>
        <vt:i4>1441845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_Toc166044630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_Toc11134740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_Toc11134739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_Toc11134738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_Toc11134737</vt:lpwstr>
      </vt:variant>
      <vt:variant>
        <vt:i4>1310775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_Toc11134736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_Toc11134735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_Toc11134734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mascherina Technital per relazioni</dc:title>
  <dc:creator>Smorgon Perpaolo</dc:creator>
  <cp:lastModifiedBy>Rizzo Ing. Alessandro</cp:lastModifiedBy>
  <cp:revision>6</cp:revision>
  <cp:lastPrinted>2021-07-29T06:12:00Z</cp:lastPrinted>
  <dcterms:created xsi:type="dcterms:W3CDTF">2021-09-14T12:56:00Z</dcterms:created>
  <dcterms:modified xsi:type="dcterms:W3CDTF">2021-10-01T09:55:00Z</dcterms:modified>
</cp:coreProperties>
</file>